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9340F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3A637F52" w14:textId="77777777" w:rsidTr="00844912">
        <w:tc>
          <w:tcPr>
            <w:tcW w:w="1311" w:type="dxa"/>
          </w:tcPr>
          <w:p w14:paraId="4EF7661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415A2D5" w14:textId="50ACDFBC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</w:t>
            </w:r>
            <w:r w:rsidR="0031596F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="0031596F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</w:tc>
        <w:tc>
          <w:tcPr>
            <w:tcW w:w="6101" w:type="dxa"/>
          </w:tcPr>
          <w:p w14:paraId="4D148A9D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8167C95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1B627EA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4425EFEF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E7278F1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0896B395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7422B0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 o equivalente.</w:t>
            </w:r>
          </w:p>
        </w:tc>
      </w:tr>
      <w:tr w:rsidR="00844912" w14:paraId="2CB4F85B" w14:textId="77777777" w:rsidTr="00844912">
        <w:tc>
          <w:tcPr>
            <w:tcW w:w="1311" w:type="dxa"/>
          </w:tcPr>
          <w:p w14:paraId="49E877B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6469B3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6101" w:type="dxa"/>
          </w:tcPr>
          <w:p w14:paraId="0DBCD1F1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1FCEB8EF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996D02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10F7CACF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2C1BF4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70 °C (per impianti operanti con acqua).</w:t>
            </w:r>
          </w:p>
          <w:p w14:paraId="70390E51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7E73FD9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5D893C93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E5BDF3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8132C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 w:rsidP="009340F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775BC" w14:paraId="4B86051F" w14:textId="77777777" w:rsidTr="00844912">
        <w:trPr>
          <w:trHeight w:val="699"/>
        </w:trPr>
        <w:tc>
          <w:tcPr>
            <w:tcW w:w="1271" w:type="dxa"/>
          </w:tcPr>
          <w:p w14:paraId="7C427CE0" w14:textId="0E9D7DDD" w:rsidR="00A775BC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28101332</w:t>
            </w:r>
          </w:p>
        </w:tc>
        <w:tc>
          <w:tcPr>
            <w:tcW w:w="2126" w:type="dxa"/>
          </w:tcPr>
          <w:p w14:paraId="5D2C95EE" w14:textId="77777777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1DBDAA64" w14:textId="19E50A96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1/2"</w:t>
            </w:r>
          </w:p>
        </w:tc>
        <w:tc>
          <w:tcPr>
            <w:tcW w:w="6232" w:type="dxa"/>
          </w:tcPr>
          <w:p w14:paraId="7131D484" w14:textId="495EDC5E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/2</w:t>
            </w:r>
            <w:r>
              <w:rPr>
                <w:rFonts w:ascii="Poppins" w:hAnsi="Poppins" w:cs="Poppins"/>
                <w:sz w:val="20"/>
              </w:rPr>
              <w:t>”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B</w:t>
            </w:r>
            <w:r>
              <w:rPr>
                <w:rFonts w:ascii="Poppins" w:hAnsi="Poppins" w:cs="Poppins"/>
                <w:sz w:val="20"/>
              </w:rPr>
              <w:t xml:space="preserve"> (KSP1)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1FB2B3E2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5AB962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2AD3B9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AD36094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A2CD000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4347FB8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D14890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7D929C2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123C016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03E927A" w14:textId="3AEF9A4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femmina </w:t>
            </w:r>
            <w:r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305404FC" w14:textId="77777777" w:rsidTr="00844912">
        <w:trPr>
          <w:trHeight w:val="699"/>
        </w:trPr>
        <w:tc>
          <w:tcPr>
            <w:tcW w:w="1271" w:type="dxa"/>
          </w:tcPr>
          <w:p w14:paraId="1524A9F2" w14:textId="03D7277D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28115536</w:t>
            </w:r>
          </w:p>
        </w:tc>
        <w:tc>
          <w:tcPr>
            <w:tcW w:w="2126" w:type="dxa"/>
          </w:tcPr>
          <w:p w14:paraId="186F0773" w14:textId="28844A2A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3A985E0A" w14:textId="767D8BB5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1"1/4</w:t>
            </w:r>
          </w:p>
        </w:tc>
        <w:tc>
          <w:tcPr>
            <w:tcW w:w="6232" w:type="dxa"/>
          </w:tcPr>
          <w:p w14:paraId="78C555B3" w14:textId="49A33704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40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”1/4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45759A6B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BB1C9C5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E966EAB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C2089BC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750D5A0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3203D5B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6DEAAEA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4FD19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C275336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25C7729" w14:textId="56D81BD0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/>
                <w:bCs/>
                <w:sz w:val="20"/>
              </w:rPr>
              <w:t>femmina 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1/4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49072E90" w14:textId="77777777" w:rsidTr="00844912">
        <w:trPr>
          <w:trHeight w:val="699"/>
        </w:trPr>
        <w:tc>
          <w:tcPr>
            <w:tcW w:w="1271" w:type="dxa"/>
          </w:tcPr>
          <w:p w14:paraId="24EC381A" w14:textId="1BFFE2D1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28115572</w:t>
            </w:r>
          </w:p>
        </w:tc>
        <w:tc>
          <w:tcPr>
            <w:tcW w:w="2126" w:type="dxa"/>
          </w:tcPr>
          <w:p w14:paraId="4965A327" w14:textId="042694AF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1531144A" w14:textId="5B30E782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1"1/2</w:t>
            </w:r>
          </w:p>
        </w:tc>
        <w:tc>
          <w:tcPr>
            <w:tcW w:w="6232" w:type="dxa"/>
          </w:tcPr>
          <w:p w14:paraId="3E194EFB" w14:textId="2ADF014D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”1/2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6BF7B6F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93416E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E5E58BA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47ED11C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028C444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6FE14D0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71143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920E1E8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D878B5F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6E4225E" w14:textId="5132B7FF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/>
                <w:bCs/>
                <w:sz w:val="20"/>
              </w:rPr>
              <w:t>femmina 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1/2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19A8BFCF" w14:textId="77777777" w:rsidTr="00844912">
        <w:trPr>
          <w:trHeight w:val="699"/>
        </w:trPr>
        <w:tc>
          <w:tcPr>
            <w:tcW w:w="1271" w:type="dxa"/>
          </w:tcPr>
          <w:p w14:paraId="4D492999" w14:textId="54FC7A46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28115404</w:t>
            </w:r>
          </w:p>
        </w:tc>
        <w:tc>
          <w:tcPr>
            <w:tcW w:w="2126" w:type="dxa"/>
          </w:tcPr>
          <w:p w14:paraId="7E2E45FB" w14:textId="370AAA9B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 </w:t>
            </w:r>
          </w:p>
          <w:p w14:paraId="0ACDA41C" w14:textId="503FB3A1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2"</w:t>
            </w:r>
          </w:p>
        </w:tc>
        <w:tc>
          <w:tcPr>
            <w:tcW w:w="6232" w:type="dxa"/>
          </w:tcPr>
          <w:p w14:paraId="7D158C6C" w14:textId="122BA374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63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2”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3EB90FEF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A511AC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3A3E91F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2332AD9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FFF7F79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7CA5174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A3895B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D96D6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B47FB16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E1D6B44" w14:textId="42BB977E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femmina 63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x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2”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775BC" w14:paraId="6D1439A9" w14:textId="77777777" w:rsidTr="00844912">
        <w:trPr>
          <w:trHeight w:val="699"/>
        </w:trPr>
        <w:tc>
          <w:tcPr>
            <w:tcW w:w="1271" w:type="dxa"/>
          </w:tcPr>
          <w:p w14:paraId="05DA81B0" w14:textId="0C002EE7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28115564</w:t>
            </w:r>
          </w:p>
        </w:tc>
        <w:tc>
          <w:tcPr>
            <w:tcW w:w="2126" w:type="dxa"/>
          </w:tcPr>
          <w:p w14:paraId="615B9969" w14:textId="77777777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Cs/>
                <w:sz w:val="20"/>
              </w:rPr>
              <w:t>femmina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 </w:t>
            </w:r>
          </w:p>
          <w:p w14:paraId="2AADF0B7" w14:textId="3534D69B" w:rsidR="00A775BC" w:rsidRPr="00844912" w:rsidRDefault="00A775BC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75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2"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</w:p>
        </w:tc>
        <w:tc>
          <w:tcPr>
            <w:tcW w:w="6232" w:type="dxa"/>
          </w:tcPr>
          <w:p w14:paraId="1F9459D5" w14:textId="603F55DD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</w:t>
            </w:r>
            <w:r>
              <w:rPr>
                <w:rFonts w:ascii="Poppins" w:hAnsi="Poppins" w:cs="Poppins"/>
                <w:sz w:val="20"/>
              </w:rPr>
              <w:t>femmina</w:t>
            </w:r>
            <w:r w:rsidRPr="00844912">
              <w:rPr>
                <w:rFonts w:ascii="Poppins" w:hAnsi="Poppins" w:cs="Poppins"/>
                <w:sz w:val="20"/>
              </w:rPr>
              <w:t xml:space="preserve">, misura </w:t>
            </w:r>
            <w:r>
              <w:rPr>
                <w:rFonts w:ascii="Poppins" w:hAnsi="Poppins" w:cs="Poppins"/>
                <w:sz w:val="20"/>
              </w:rPr>
              <w:t>75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2”1/2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1946FD6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372F9CE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CE63AEF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76FE0A1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A09596F" w14:textId="77777777" w:rsidR="00A775BC" w:rsidRPr="00844912" w:rsidRDefault="00A775BC" w:rsidP="00A775BC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3B89BBE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C3B8623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295DCD0" w14:textId="77777777" w:rsidR="00A775BC" w:rsidRPr="00844912" w:rsidRDefault="00A775BC" w:rsidP="00A775BC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A44C0DA" w14:textId="77777777" w:rsidR="00A775BC" w:rsidRPr="00844912" w:rsidRDefault="00A775BC" w:rsidP="00A775BC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F863A9" w14:textId="0C833C6C" w:rsidR="00A775BC" w:rsidRPr="00F372A1" w:rsidRDefault="00A775BC" w:rsidP="00A775B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</w:t>
            </w:r>
            <w:r>
              <w:rPr>
                <w:rFonts w:ascii="Poppins" w:hAnsi="Poppins" w:cs="Poppins"/>
                <w:b/>
                <w:bCs/>
                <w:sz w:val="20"/>
              </w:rPr>
              <w:t>femmina 75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1/2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691D" w14:paraId="419302DB" w14:textId="77777777" w:rsidTr="00844912">
        <w:tc>
          <w:tcPr>
            <w:tcW w:w="1271" w:type="dxa"/>
          </w:tcPr>
          <w:p w14:paraId="7A816C13" w14:textId="536FDAAF" w:rsidR="0084691D" w:rsidRPr="00844912" w:rsidRDefault="0084691D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28101302</w:t>
            </w:r>
          </w:p>
        </w:tc>
        <w:tc>
          <w:tcPr>
            <w:tcW w:w="2126" w:type="dxa"/>
          </w:tcPr>
          <w:p w14:paraId="4BE7576D" w14:textId="77777777" w:rsidR="005244B8" w:rsidRDefault="005244B8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244B8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244B8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244B8">
              <w:rPr>
                <w:rFonts w:ascii="Poppins" w:hAnsi="Poppins" w:cs="Poppins"/>
                <w:bCs/>
                <w:sz w:val="20"/>
              </w:rPr>
              <w:t xml:space="preserve"> femmina con flangia</w:t>
            </w:r>
          </w:p>
          <w:p w14:paraId="316628DC" w14:textId="77777777" w:rsidR="005244B8" w:rsidRDefault="005244B8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244B8">
              <w:rPr>
                <w:rFonts w:ascii="Poppins" w:hAnsi="Poppins" w:cs="Poppins"/>
                <w:bCs/>
                <w:sz w:val="20"/>
              </w:rPr>
              <w:t>18 x 1/2"</w:t>
            </w:r>
          </w:p>
          <w:p w14:paraId="521C1F72" w14:textId="45C4FE8C" w:rsidR="0084691D" w:rsidRPr="00844912" w:rsidRDefault="005244B8" w:rsidP="00A775B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244B8">
              <w:rPr>
                <w:rFonts w:ascii="Poppins" w:hAnsi="Poppins" w:cs="Poppins"/>
                <w:bCs/>
                <w:sz w:val="20"/>
              </w:rPr>
              <w:t>H: 52.5 mm</w:t>
            </w:r>
          </w:p>
        </w:tc>
        <w:tc>
          <w:tcPr>
            <w:tcW w:w="6232" w:type="dxa"/>
          </w:tcPr>
          <w:p w14:paraId="77E2D4A0" w14:textId="4187DB21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44B8">
              <w:rPr>
                <w:rFonts w:ascii="Poppins" w:hAnsi="Poppins" w:cs="Poppins"/>
                <w:sz w:val="20"/>
              </w:rPr>
              <w:t>Gomito femmina con flangia, misura 18 x 1/2" con profilo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244B8">
              <w:rPr>
                <w:rFonts w:ascii="Poppins" w:hAnsi="Poppins" w:cs="Poppins"/>
                <w:sz w:val="20"/>
              </w:rPr>
              <w:t>pinzatura B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5244B8">
              <w:rPr>
                <w:rFonts w:ascii="Poppins" w:hAnsi="Poppins" w:cs="Poppins"/>
                <w:sz w:val="20"/>
              </w:rPr>
              <w:t>(KSP1) costruito da:</w:t>
            </w:r>
          </w:p>
          <w:p w14:paraId="5403FE1A" w14:textId="4B62B61E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Corpo in ottone CW 617N nichelato solo in superficie</w:t>
            </w:r>
          </w:p>
          <w:p w14:paraId="38380E94" w14:textId="639E3CCD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 xml:space="preserve">Anello </w:t>
            </w:r>
            <w:proofErr w:type="spellStart"/>
            <w:r w:rsidRPr="005244B8">
              <w:rPr>
                <w:rFonts w:ascii="Poppins" w:hAnsi="Poppins" w:cs="Poppins"/>
              </w:rPr>
              <w:t>portabussola</w:t>
            </w:r>
            <w:proofErr w:type="spellEnd"/>
            <w:r w:rsidRPr="005244B8">
              <w:rPr>
                <w:rFonts w:ascii="Poppins" w:hAnsi="Poppins" w:cs="Poppins"/>
              </w:rPr>
              <w:t xml:space="preserve"> in PA 6 di colore blu</w:t>
            </w:r>
          </w:p>
          <w:p w14:paraId="59940327" w14:textId="714E995A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Bussola in acciaio inox AISI 304 ricotto</w:t>
            </w:r>
          </w:p>
          <w:p w14:paraId="1E49E2A3" w14:textId="3395DA0E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Doppio O-ring in EPDM</w:t>
            </w:r>
          </w:p>
          <w:p w14:paraId="1388372C" w14:textId="77777777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B9500C" w14:textId="77777777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244B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F40DDFC" w14:textId="0D49C43C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Temperatura massima di esercizio: 95 °C</w:t>
            </w:r>
          </w:p>
          <w:p w14:paraId="3690EFAE" w14:textId="68CE3BB7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Pressione massima di esercizio: 10 bar</w:t>
            </w:r>
          </w:p>
          <w:p w14:paraId="7147A599" w14:textId="6CDE0995" w:rsidR="005244B8" w:rsidRPr="005244B8" w:rsidRDefault="005244B8" w:rsidP="005244B8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244B8">
              <w:rPr>
                <w:rFonts w:ascii="Poppins" w:hAnsi="Poppins" w:cs="Poppins"/>
              </w:rPr>
              <w:t>Altezza: 52.5 mm</w:t>
            </w:r>
          </w:p>
          <w:p w14:paraId="64A8D20B" w14:textId="77777777" w:rsidR="005244B8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BEF2CB6" w14:textId="476A2921" w:rsidR="0084691D" w:rsidRPr="005244B8" w:rsidRDefault="005244B8" w:rsidP="005244B8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244B8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244B8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244B8">
              <w:rPr>
                <w:rFonts w:ascii="Poppins" w:hAnsi="Poppins" w:cs="Poppins"/>
                <w:b/>
                <w:bCs/>
                <w:sz w:val="20"/>
              </w:rPr>
              <w:t xml:space="preserve"> femmina con flangia</w:t>
            </w:r>
            <w:r w:rsidRPr="005244B8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244B8">
              <w:rPr>
                <w:rFonts w:ascii="Poppins" w:hAnsi="Poppins" w:cs="Poppins"/>
                <w:b/>
                <w:bCs/>
                <w:sz w:val="20"/>
              </w:rPr>
              <w:t>18 x 1/2" H: 52.5 mm o equivalente.</w:t>
            </w:r>
          </w:p>
        </w:tc>
      </w:tr>
      <w:tr w:rsidR="005521F0" w14:paraId="25BE69F3" w14:textId="77777777" w:rsidTr="00844912">
        <w:tc>
          <w:tcPr>
            <w:tcW w:w="1271" w:type="dxa"/>
          </w:tcPr>
          <w:p w14:paraId="0809776C" w14:textId="0E2B4378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28101344</w:t>
            </w:r>
          </w:p>
        </w:tc>
        <w:tc>
          <w:tcPr>
            <w:tcW w:w="2126" w:type="dxa"/>
          </w:tcPr>
          <w:p w14:paraId="3591CA3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maschio </w:t>
            </w:r>
          </w:p>
          <w:p w14:paraId="6E370F3F" w14:textId="3EE48348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6232" w:type="dxa"/>
          </w:tcPr>
          <w:p w14:paraId="0128B649" w14:textId="70C1AE73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maschio, misura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/2</w:t>
            </w:r>
            <w:r w:rsidRPr="00844912">
              <w:rPr>
                <w:rFonts w:ascii="Poppins" w:hAnsi="Poppins" w:cs="Poppins"/>
                <w:sz w:val="20"/>
              </w:rPr>
              <w:t>" con profilo di pinzatura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B</w:t>
            </w:r>
            <w:r>
              <w:rPr>
                <w:rFonts w:ascii="Poppins" w:hAnsi="Poppins" w:cs="Poppins"/>
                <w:sz w:val="20"/>
              </w:rPr>
              <w:t xml:space="preserve"> (KSP1)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11E5B35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41CBEA9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DCB1A05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3B211FE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168E2BC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FCF3F9C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CC7FA13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ED1596F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060C973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150D9C0" w14:textId="736B95A0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5521F0" w14:paraId="68D20A80" w14:textId="77777777" w:rsidTr="00844912">
        <w:tc>
          <w:tcPr>
            <w:tcW w:w="1271" w:type="dxa"/>
            <w:hideMark/>
          </w:tcPr>
          <w:p w14:paraId="7C5F4904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28115150</w:t>
            </w:r>
          </w:p>
        </w:tc>
        <w:tc>
          <w:tcPr>
            <w:tcW w:w="2126" w:type="dxa"/>
            <w:hideMark/>
          </w:tcPr>
          <w:p w14:paraId="6E811C6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maschio </w:t>
            </w:r>
          </w:p>
          <w:p w14:paraId="6A2BA8A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1"1/4</w:t>
            </w:r>
          </w:p>
        </w:tc>
        <w:tc>
          <w:tcPr>
            <w:tcW w:w="6232" w:type="dxa"/>
          </w:tcPr>
          <w:p w14:paraId="27F21E02" w14:textId="73501725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attacco maschio, misura 40 x 1"1/4 con profilo di pinzatura</w:t>
            </w:r>
            <w:r>
              <w:rPr>
                <w:rFonts w:ascii="Poppins" w:hAnsi="Poppins" w:cs="Poppins"/>
                <w:sz w:val="20"/>
              </w:rPr>
              <w:t xml:space="preserve"> TH (KSP11)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0E75F89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CD6AE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98A06EB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F381C4C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6A2488D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AC64B39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40A93E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A979B4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3AEC17D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27180A" w14:textId="768B56F9" w:rsidR="005521F0" w:rsidRPr="009340FF" w:rsidRDefault="005521F0" w:rsidP="005521F0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1"1/4 o equivalente.</w:t>
            </w:r>
          </w:p>
        </w:tc>
      </w:tr>
      <w:tr w:rsidR="005521F0" w14:paraId="2D3E6CEF" w14:textId="77777777" w:rsidTr="00844912">
        <w:tc>
          <w:tcPr>
            <w:tcW w:w="1271" w:type="dxa"/>
            <w:hideMark/>
          </w:tcPr>
          <w:p w14:paraId="5CE9CCA8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28115160</w:t>
            </w:r>
          </w:p>
        </w:tc>
        <w:tc>
          <w:tcPr>
            <w:tcW w:w="2126" w:type="dxa"/>
            <w:hideMark/>
          </w:tcPr>
          <w:p w14:paraId="105D220D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maschio </w:t>
            </w:r>
          </w:p>
          <w:p w14:paraId="5FEFF81B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1"1/2</w:t>
            </w:r>
          </w:p>
        </w:tc>
        <w:tc>
          <w:tcPr>
            <w:tcW w:w="6232" w:type="dxa"/>
          </w:tcPr>
          <w:p w14:paraId="140E042B" w14:textId="6B6F7AC6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maschio, misura 50 x 1"1/2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78C2AFB9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FDC3EB2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1F5E217C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9375E52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C2A6C8B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292FAF8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B2DA34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69DC20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32E8C4C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89813D9" w14:textId="2433985F" w:rsidR="005521F0" w:rsidRPr="009340FF" w:rsidRDefault="005521F0" w:rsidP="005521F0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1"1/2 o equivalente.</w:t>
            </w:r>
          </w:p>
        </w:tc>
      </w:tr>
      <w:tr w:rsidR="005521F0" w14:paraId="3DC6F73F" w14:textId="77777777" w:rsidTr="00844912">
        <w:tc>
          <w:tcPr>
            <w:tcW w:w="1271" w:type="dxa"/>
            <w:hideMark/>
          </w:tcPr>
          <w:p w14:paraId="4EE5E564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28115170</w:t>
            </w:r>
          </w:p>
        </w:tc>
        <w:tc>
          <w:tcPr>
            <w:tcW w:w="2126" w:type="dxa"/>
            <w:hideMark/>
          </w:tcPr>
          <w:p w14:paraId="649DFBA0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attacco maschio  </w:t>
            </w:r>
          </w:p>
          <w:p w14:paraId="1BCB2236" w14:textId="77777777" w:rsidR="005521F0" w:rsidRPr="00844912" w:rsidRDefault="005521F0" w:rsidP="005521F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2"</w:t>
            </w:r>
          </w:p>
        </w:tc>
        <w:tc>
          <w:tcPr>
            <w:tcW w:w="6232" w:type="dxa"/>
          </w:tcPr>
          <w:p w14:paraId="5AEC3979" w14:textId="06A873BF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attacco maschio, misura 63 x 2"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365B837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058E6FA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DA1EC39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7F013A8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02F02C7" w14:textId="77777777" w:rsidR="005521F0" w:rsidRPr="00844912" w:rsidRDefault="005521F0" w:rsidP="005521F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68A519B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695B75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BE68188" w14:textId="77777777" w:rsidR="005521F0" w:rsidRPr="00844912" w:rsidRDefault="005521F0" w:rsidP="005521F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503F2B5" w14:textId="77777777" w:rsidR="005521F0" w:rsidRPr="00844912" w:rsidRDefault="005521F0" w:rsidP="005521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E25DE1D" w14:textId="6D5D200C" w:rsidR="005521F0" w:rsidRPr="009340FF" w:rsidRDefault="005521F0" w:rsidP="005521F0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attacco maschio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2" o equivalente.</w:t>
            </w:r>
          </w:p>
        </w:tc>
      </w:tr>
      <w:tr w:rsidR="00493204" w14:paraId="465435BC" w14:textId="77777777" w:rsidTr="00844912">
        <w:tc>
          <w:tcPr>
            <w:tcW w:w="1271" w:type="dxa"/>
          </w:tcPr>
          <w:p w14:paraId="3C6CAE50" w14:textId="7D147139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 w:rsidR="00325391">
              <w:rPr>
                <w:rFonts w:ascii="Poppins" w:hAnsi="Poppins" w:cs="Poppins"/>
                <w:bCs/>
                <w:sz w:val="20"/>
              </w:rPr>
              <w:t>01354</w:t>
            </w:r>
          </w:p>
        </w:tc>
        <w:tc>
          <w:tcPr>
            <w:tcW w:w="2126" w:type="dxa"/>
          </w:tcPr>
          <w:p w14:paraId="3068136C" w14:textId="5221B6FF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 </w:t>
            </w:r>
            <w:r w:rsidR="00325391">
              <w:rPr>
                <w:rFonts w:ascii="Poppins" w:hAnsi="Poppins" w:cs="Poppins"/>
                <w:bCs/>
                <w:sz w:val="20"/>
              </w:rPr>
              <w:t>18 x 18</w:t>
            </w:r>
          </w:p>
        </w:tc>
        <w:tc>
          <w:tcPr>
            <w:tcW w:w="6232" w:type="dxa"/>
          </w:tcPr>
          <w:p w14:paraId="11E31B07" w14:textId="546F0DB5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Gomito intermedio, misura </w:t>
            </w:r>
            <w:r w:rsidR="00325391"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 w:rsidR="00325391"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 w:rsidR="00325391">
              <w:rPr>
                <w:rFonts w:ascii="Poppins" w:hAnsi="Poppins" w:cs="Poppins"/>
                <w:sz w:val="20"/>
              </w:rPr>
              <w:t>B</w:t>
            </w:r>
            <w:r w:rsidRPr="00844912">
              <w:rPr>
                <w:rFonts w:ascii="Poppins" w:hAnsi="Poppins" w:cs="Poppins"/>
                <w:sz w:val="20"/>
              </w:rPr>
              <w:t xml:space="preserve"> (KSP1) costruito da:</w:t>
            </w:r>
          </w:p>
          <w:p w14:paraId="5090A592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82CBD8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77109E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6953BBB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6214ED9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6DAB379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F23FE39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2DCC5A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A981FCB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BDE057" w14:textId="312F91E4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325391"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 w:rsidR="00325391"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93204" w14:paraId="2EAE78C6" w14:textId="77777777" w:rsidTr="00844912">
        <w:tc>
          <w:tcPr>
            <w:tcW w:w="1271" w:type="dxa"/>
            <w:hideMark/>
          </w:tcPr>
          <w:p w14:paraId="71F8B58E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28115200</w:t>
            </w:r>
          </w:p>
        </w:tc>
        <w:tc>
          <w:tcPr>
            <w:tcW w:w="2126" w:type="dxa"/>
            <w:hideMark/>
          </w:tcPr>
          <w:p w14:paraId="6D5A0E8E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 40 x 40</w:t>
            </w:r>
          </w:p>
        </w:tc>
        <w:tc>
          <w:tcPr>
            <w:tcW w:w="6232" w:type="dxa"/>
          </w:tcPr>
          <w:p w14:paraId="32ED5519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40 x 40 con profilo di pinzatura TH (KSP11) costruito da:</w:t>
            </w:r>
          </w:p>
          <w:p w14:paraId="55E66F2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4423708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B45F2E9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584E003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592A73D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62681F6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E549A0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EA6BCD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DA74EF6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243FBF" w14:textId="328CC683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40 o equivalente.</w:t>
            </w:r>
          </w:p>
        </w:tc>
      </w:tr>
      <w:tr w:rsidR="00493204" w14:paraId="02FF7226" w14:textId="77777777" w:rsidTr="00844912">
        <w:tc>
          <w:tcPr>
            <w:tcW w:w="1271" w:type="dxa"/>
            <w:hideMark/>
          </w:tcPr>
          <w:p w14:paraId="765C1D77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28115210</w:t>
            </w:r>
          </w:p>
        </w:tc>
        <w:tc>
          <w:tcPr>
            <w:tcW w:w="2126" w:type="dxa"/>
            <w:hideMark/>
          </w:tcPr>
          <w:p w14:paraId="46E360C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 50 x 50</w:t>
            </w:r>
          </w:p>
        </w:tc>
        <w:tc>
          <w:tcPr>
            <w:tcW w:w="6232" w:type="dxa"/>
          </w:tcPr>
          <w:p w14:paraId="1C03B624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50 x 50 con profilo di pinzatura TH (KSP11) costruito da:</w:t>
            </w:r>
          </w:p>
          <w:p w14:paraId="556F376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6AC55D6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C65C52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749AE9B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0BC3BB0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04A9E6F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ACFDD0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C91E73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45FC382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9407E4" w14:textId="5FACA3E1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o equivalente.</w:t>
            </w:r>
          </w:p>
        </w:tc>
      </w:tr>
      <w:tr w:rsidR="00493204" w14:paraId="18839CD6" w14:textId="77777777" w:rsidTr="00844912">
        <w:tc>
          <w:tcPr>
            <w:tcW w:w="1271" w:type="dxa"/>
            <w:hideMark/>
          </w:tcPr>
          <w:p w14:paraId="1CCAD7C0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28115220</w:t>
            </w:r>
          </w:p>
        </w:tc>
        <w:tc>
          <w:tcPr>
            <w:tcW w:w="2126" w:type="dxa"/>
            <w:hideMark/>
          </w:tcPr>
          <w:p w14:paraId="2CC3A038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 63 x 63</w:t>
            </w:r>
          </w:p>
        </w:tc>
        <w:tc>
          <w:tcPr>
            <w:tcW w:w="6232" w:type="dxa"/>
          </w:tcPr>
          <w:p w14:paraId="67E6490D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63 x 63 con profilo di pinzatura TH (KSP11) costruito da:</w:t>
            </w:r>
          </w:p>
          <w:p w14:paraId="088D6738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3BD8D9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9EE715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B7EDE0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D17F6E6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B67BF47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21EC0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E6864DE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5F26573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81DC10B" w14:textId="22B13BA0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63 o equivalente.</w:t>
            </w:r>
          </w:p>
        </w:tc>
      </w:tr>
      <w:tr w:rsidR="00493204" w14:paraId="2F04187C" w14:textId="77777777" w:rsidTr="00844912">
        <w:tc>
          <w:tcPr>
            <w:tcW w:w="1271" w:type="dxa"/>
            <w:hideMark/>
          </w:tcPr>
          <w:p w14:paraId="0C248F6B" w14:textId="42F7AD1C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</w:t>
            </w:r>
            <w:r>
              <w:rPr>
                <w:rFonts w:ascii="Poppins" w:hAnsi="Poppins" w:cs="Poppins"/>
                <w:bCs/>
                <w:sz w:val="20"/>
              </w:rPr>
              <w:t>5</w:t>
            </w:r>
            <w:r w:rsidRPr="00844912">
              <w:rPr>
                <w:rFonts w:ascii="Poppins" w:hAnsi="Poppins" w:cs="Poppins"/>
                <w:bCs/>
                <w:sz w:val="20"/>
              </w:rPr>
              <w:t>540</w:t>
            </w:r>
          </w:p>
        </w:tc>
        <w:tc>
          <w:tcPr>
            <w:tcW w:w="2126" w:type="dxa"/>
            <w:hideMark/>
          </w:tcPr>
          <w:p w14:paraId="719EAEE5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 75 x 75</w:t>
            </w:r>
          </w:p>
        </w:tc>
        <w:tc>
          <w:tcPr>
            <w:tcW w:w="6232" w:type="dxa"/>
          </w:tcPr>
          <w:p w14:paraId="6FA87BC7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intermedio, misura 75 x 75 con profilo di pinzatura TH (KSP11) o F (KSP2) costruito da:</w:t>
            </w:r>
          </w:p>
          <w:p w14:paraId="2DA17369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5D54F33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34C190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9687EDB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8D74737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5D3E78A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667BD0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FA8BCD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762767A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AFDA086" w14:textId="116C244D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75 o equivalente.</w:t>
            </w:r>
          </w:p>
        </w:tc>
      </w:tr>
      <w:tr w:rsidR="00493204" w14:paraId="192AE006" w14:textId="77777777" w:rsidTr="00844912">
        <w:tc>
          <w:tcPr>
            <w:tcW w:w="1271" w:type="dxa"/>
            <w:hideMark/>
          </w:tcPr>
          <w:p w14:paraId="4B2C24CA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28101720</w:t>
            </w:r>
          </w:p>
        </w:tc>
        <w:tc>
          <w:tcPr>
            <w:tcW w:w="2126" w:type="dxa"/>
            <w:hideMark/>
          </w:tcPr>
          <w:p w14:paraId="778C27C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45° </w:t>
            </w:r>
          </w:p>
          <w:p w14:paraId="56DE172A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40</w:t>
            </w:r>
          </w:p>
        </w:tc>
        <w:tc>
          <w:tcPr>
            <w:tcW w:w="6232" w:type="dxa"/>
          </w:tcPr>
          <w:p w14:paraId="212B906F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40 x 40 con profilo di pinzatura TH (KSP11) costruito da:</w:t>
            </w:r>
          </w:p>
          <w:p w14:paraId="1F50B490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62BC1A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7B1904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1F958B3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5CCA17F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65C5023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E7B4818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A89CAC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3365E68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BA2503" w14:textId="0EF9AF5C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40 o equivalente.</w:t>
            </w:r>
          </w:p>
        </w:tc>
      </w:tr>
      <w:tr w:rsidR="00493204" w14:paraId="4FC15591" w14:textId="77777777" w:rsidTr="00844912">
        <w:tc>
          <w:tcPr>
            <w:tcW w:w="1271" w:type="dxa"/>
            <w:hideMark/>
          </w:tcPr>
          <w:p w14:paraId="1CE10A7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28101722</w:t>
            </w:r>
          </w:p>
        </w:tc>
        <w:tc>
          <w:tcPr>
            <w:tcW w:w="2126" w:type="dxa"/>
            <w:hideMark/>
          </w:tcPr>
          <w:p w14:paraId="005A56BD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45° </w:t>
            </w:r>
          </w:p>
          <w:p w14:paraId="24BE414A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</w:t>
            </w:r>
          </w:p>
        </w:tc>
        <w:tc>
          <w:tcPr>
            <w:tcW w:w="6232" w:type="dxa"/>
          </w:tcPr>
          <w:p w14:paraId="31DB894E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50 x 50 con profilo di pinzatura TH (KSP11) costruito da:</w:t>
            </w:r>
          </w:p>
          <w:p w14:paraId="4E2F39E5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4CCE7C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3E37742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862F5E6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78020A4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971143C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22227C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35CB8E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72F9924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6F3BDB4" w14:textId="25AEC179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o equivalente.</w:t>
            </w:r>
          </w:p>
        </w:tc>
      </w:tr>
      <w:tr w:rsidR="00493204" w14:paraId="1527D493" w14:textId="77777777" w:rsidTr="00844912">
        <w:tc>
          <w:tcPr>
            <w:tcW w:w="1271" w:type="dxa"/>
            <w:hideMark/>
          </w:tcPr>
          <w:p w14:paraId="46FC77D6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28101724</w:t>
            </w:r>
          </w:p>
        </w:tc>
        <w:tc>
          <w:tcPr>
            <w:tcW w:w="2126" w:type="dxa"/>
            <w:hideMark/>
          </w:tcPr>
          <w:p w14:paraId="5E8E369D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a 45° </w:t>
            </w:r>
          </w:p>
          <w:p w14:paraId="10D21821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63</w:t>
            </w:r>
          </w:p>
        </w:tc>
        <w:tc>
          <w:tcPr>
            <w:tcW w:w="6232" w:type="dxa"/>
          </w:tcPr>
          <w:p w14:paraId="66F45D76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63 x 63 con profilo di pinzatura TH (KSP11) costruito da:</w:t>
            </w:r>
          </w:p>
          <w:p w14:paraId="47B26FE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237BCA4F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5F0D06EC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1CF7DD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01BE02C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873D8DE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F53912A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3F4F44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74B9FDC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E92472" w14:textId="0FE322E3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63 o equivalente.</w:t>
            </w:r>
          </w:p>
        </w:tc>
      </w:tr>
      <w:tr w:rsidR="00493204" w14:paraId="0CAE4ED5" w14:textId="77777777" w:rsidTr="00844912">
        <w:tc>
          <w:tcPr>
            <w:tcW w:w="1271" w:type="dxa"/>
            <w:hideMark/>
          </w:tcPr>
          <w:p w14:paraId="3412D6DB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28115542</w:t>
            </w:r>
          </w:p>
        </w:tc>
        <w:tc>
          <w:tcPr>
            <w:tcW w:w="2126" w:type="dxa"/>
            <w:hideMark/>
          </w:tcPr>
          <w:p w14:paraId="51C96606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a 45° </w:t>
            </w:r>
          </w:p>
          <w:p w14:paraId="365BE58C" w14:textId="77777777" w:rsidR="00493204" w:rsidRPr="00844912" w:rsidRDefault="00493204" w:rsidP="0049320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75</w:t>
            </w:r>
          </w:p>
        </w:tc>
        <w:tc>
          <w:tcPr>
            <w:tcW w:w="6232" w:type="dxa"/>
          </w:tcPr>
          <w:p w14:paraId="7E81FEE0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Gomito intermedio a 45°, misura 75 x 75 con profilo di pinzatura TH (KSP11) o F (KSP2) costruito da:</w:t>
            </w:r>
          </w:p>
          <w:p w14:paraId="5C1BE177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4A58971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D968D84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3BFD626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1873770" w14:textId="77777777" w:rsidR="00493204" w:rsidRPr="00844912" w:rsidRDefault="00493204" w:rsidP="0049320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66900B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B0ACFE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CE9728D" w14:textId="77777777" w:rsidR="00493204" w:rsidRPr="00844912" w:rsidRDefault="00493204" w:rsidP="0049320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2DC62D1" w14:textId="77777777" w:rsidR="00493204" w:rsidRPr="00844912" w:rsidRDefault="00493204" w:rsidP="0049320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62C4DB8" w14:textId="69394C74" w:rsidR="00493204" w:rsidRPr="009340FF" w:rsidRDefault="00493204" w:rsidP="0049320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45°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75 o equivalente.</w:t>
            </w:r>
          </w:p>
        </w:tc>
      </w:tr>
      <w:tr w:rsidR="00523B3E" w14:paraId="1152510E" w14:textId="77777777" w:rsidTr="00844912">
        <w:tc>
          <w:tcPr>
            <w:tcW w:w="1271" w:type="dxa"/>
          </w:tcPr>
          <w:p w14:paraId="1FD3A54F" w14:textId="4EF0F86D" w:rsidR="00523B3E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28101456</w:t>
            </w:r>
          </w:p>
        </w:tc>
        <w:tc>
          <w:tcPr>
            <w:tcW w:w="2126" w:type="dxa"/>
          </w:tcPr>
          <w:p w14:paraId="02E9DEC1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femmina</w:t>
            </w:r>
          </w:p>
          <w:p w14:paraId="15799A20" w14:textId="707990D5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Cs/>
                <w:sz w:val="20"/>
              </w:rPr>
              <w:t>”</w:t>
            </w:r>
          </w:p>
        </w:tc>
        <w:tc>
          <w:tcPr>
            <w:tcW w:w="6232" w:type="dxa"/>
          </w:tcPr>
          <w:p w14:paraId="3C86B657" w14:textId="1C0CF522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x 1</w:t>
            </w:r>
            <w:r>
              <w:rPr>
                <w:rFonts w:ascii="Poppins" w:hAnsi="Poppins" w:cs="Poppins"/>
                <w:sz w:val="20"/>
              </w:rPr>
              <w:t>/2</w:t>
            </w:r>
            <w:r w:rsidRPr="00844912">
              <w:rPr>
                <w:rFonts w:ascii="Poppins" w:hAnsi="Poppins" w:cs="Poppins"/>
                <w:sz w:val="20"/>
              </w:rPr>
              <w:t xml:space="preserve">" con profilo di pinzatura </w:t>
            </w:r>
            <w:r>
              <w:rPr>
                <w:rFonts w:ascii="Poppins" w:hAnsi="Poppins" w:cs="Poppins"/>
                <w:sz w:val="20"/>
              </w:rPr>
              <w:t>B</w:t>
            </w:r>
            <w:r>
              <w:rPr>
                <w:rFonts w:ascii="Poppins" w:hAnsi="Poppins" w:cs="Poppins"/>
                <w:sz w:val="20"/>
              </w:rPr>
              <w:t xml:space="preserve"> (KSP1)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170DF349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D3AFC88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AF6AC0C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4331C8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7D95A07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85F9E39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745EF3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0F5CF4B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11E3555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51A699B" w14:textId="41A9E888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femmina </w:t>
            </w:r>
            <w:r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</w:t>
            </w:r>
            <w:r>
              <w:rPr>
                <w:rFonts w:ascii="Poppins" w:hAnsi="Poppins" w:cs="Poppins"/>
                <w:b/>
                <w:bCs/>
                <w:sz w:val="20"/>
              </w:rPr>
              <w:t>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523B3E" w14:paraId="014C823F" w14:textId="77777777" w:rsidTr="00844912">
        <w:tc>
          <w:tcPr>
            <w:tcW w:w="1271" w:type="dxa"/>
          </w:tcPr>
          <w:p w14:paraId="2EA1DD12" w14:textId="4DF3376A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28115534</w:t>
            </w:r>
          </w:p>
        </w:tc>
        <w:tc>
          <w:tcPr>
            <w:tcW w:w="2126" w:type="dxa"/>
          </w:tcPr>
          <w:p w14:paraId="06A1B7F3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femmina</w:t>
            </w:r>
          </w:p>
          <w:p w14:paraId="12AABD41" w14:textId="051AA1F9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1”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</w:p>
        </w:tc>
        <w:tc>
          <w:tcPr>
            <w:tcW w:w="6232" w:type="dxa"/>
          </w:tcPr>
          <w:p w14:paraId="69C485E0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40</w:t>
            </w:r>
            <w:r w:rsidRPr="00844912">
              <w:rPr>
                <w:rFonts w:ascii="Poppins" w:hAnsi="Poppins" w:cs="Poppins"/>
                <w:sz w:val="20"/>
              </w:rPr>
              <w:t xml:space="preserve"> x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3350D9F6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FC6884F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E6825A7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C79412C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2C61618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44A59C7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36316F0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B73C164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2CEE8C1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B2B258E" w14:textId="46C3FC45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femmina </w:t>
            </w:r>
            <w:r>
              <w:rPr>
                <w:rFonts w:ascii="Poppins" w:hAnsi="Poppins" w:cs="Poppins"/>
                <w:b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523B3E" w14:paraId="2B568633" w14:textId="77777777" w:rsidTr="00844912">
        <w:tc>
          <w:tcPr>
            <w:tcW w:w="1271" w:type="dxa"/>
          </w:tcPr>
          <w:p w14:paraId="7BA7B185" w14:textId="67B1B9D5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28115570</w:t>
            </w:r>
          </w:p>
        </w:tc>
        <w:tc>
          <w:tcPr>
            <w:tcW w:w="2126" w:type="dxa"/>
          </w:tcPr>
          <w:p w14:paraId="28330742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femmina</w:t>
            </w:r>
          </w:p>
          <w:p w14:paraId="6B523419" w14:textId="48AA3183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1”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</w:p>
        </w:tc>
        <w:tc>
          <w:tcPr>
            <w:tcW w:w="6232" w:type="dxa"/>
          </w:tcPr>
          <w:p w14:paraId="443A53D1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844912">
              <w:rPr>
                <w:rFonts w:ascii="Poppins" w:hAnsi="Poppins" w:cs="Poppins"/>
                <w:sz w:val="20"/>
              </w:rPr>
              <w:t xml:space="preserve"> x 1"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0CAE61FB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8F180A0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3E03493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B4D9297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9FD849E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DD59278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60BCD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B3872BE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F96D48A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BA59BCB" w14:textId="1864932B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femmina </w:t>
            </w:r>
            <w:r>
              <w:rPr>
                <w:rFonts w:ascii="Poppins" w:hAnsi="Poppins" w:cs="Poppins"/>
                <w:b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1"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523B3E" w14:paraId="227BFCD3" w14:textId="77777777" w:rsidTr="00844912">
        <w:tc>
          <w:tcPr>
            <w:tcW w:w="1271" w:type="dxa"/>
          </w:tcPr>
          <w:p w14:paraId="03B069E9" w14:textId="656E94B6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28115402</w:t>
            </w:r>
          </w:p>
        </w:tc>
        <w:tc>
          <w:tcPr>
            <w:tcW w:w="2126" w:type="dxa"/>
          </w:tcPr>
          <w:p w14:paraId="5E4BFDE1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femmina</w:t>
            </w:r>
          </w:p>
          <w:p w14:paraId="21DBC0A6" w14:textId="245792EE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2”</w:t>
            </w:r>
          </w:p>
        </w:tc>
        <w:tc>
          <w:tcPr>
            <w:tcW w:w="6232" w:type="dxa"/>
          </w:tcPr>
          <w:p w14:paraId="4EAC8768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63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2”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4BD37D8B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B841265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4C25873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EC8109E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C3232E6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CD76F8F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DF77CD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B03A574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5EF0C8A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67A7235" w14:textId="5EC0C2DA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femmina </w:t>
            </w:r>
            <w:r>
              <w:rPr>
                <w:rFonts w:ascii="Poppins" w:hAnsi="Poppins" w:cs="Poppins"/>
                <w:b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sz w:val="20"/>
              </w:rPr>
              <w:t>x 2”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523B3E" w14:paraId="22AA6365" w14:textId="77777777" w:rsidTr="00844912">
        <w:tc>
          <w:tcPr>
            <w:tcW w:w="1271" w:type="dxa"/>
          </w:tcPr>
          <w:p w14:paraId="71A61DEE" w14:textId="2400124B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28115562</w:t>
            </w:r>
          </w:p>
        </w:tc>
        <w:tc>
          <w:tcPr>
            <w:tcW w:w="2126" w:type="dxa"/>
          </w:tcPr>
          <w:p w14:paraId="31CA8CB5" w14:textId="7777777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femmina</w:t>
            </w:r>
          </w:p>
          <w:p w14:paraId="0CD71565" w14:textId="4284BDD7" w:rsidR="00523B3E" w:rsidRPr="00844912" w:rsidRDefault="00523B3E" w:rsidP="00523B3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75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>”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</w:p>
        </w:tc>
        <w:tc>
          <w:tcPr>
            <w:tcW w:w="6232" w:type="dxa"/>
          </w:tcPr>
          <w:p w14:paraId="7973C2E2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femmina, misura </w:t>
            </w:r>
            <w:r>
              <w:rPr>
                <w:rFonts w:ascii="Poppins" w:hAnsi="Poppins" w:cs="Poppins"/>
                <w:sz w:val="20"/>
              </w:rPr>
              <w:t>75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2</w:t>
            </w:r>
            <w:r w:rsidRPr="00844912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 e F (KSP2)</w:t>
            </w:r>
            <w:r w:rsidRPr="00844912">
              <w:rPr>
                <w:rFonts w:ascii="Poppins" w:hAnsi="Poppins" w:cs="Poppins"/>
                <w:sz w:val="20"/>
              </w:rPr>
              <w:t>, costruito da:</w:t>
            </w:r>
          </w:p>
          <w:p w14:paraId="690859E0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06CD74C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A8C27D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DE07963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79D7E97" w14:textId="77777777" w:rsidR="00523B3E" w:rsidRPr="00844912" w:rsidRDefault="00523B3E" w:rsidP="00523B3E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00E4678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B21461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0C49C37" w14:textId="77777777" w:rsidR="00523B3E" w:rsidRPr="00844912" w:rsidRDefault="00523B3E" w:rsidP="00523B3E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1A9BC54" w14:textId="77777777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25C86C1" w14:textId="07AAADE6" w:rsidR="00523B3E" w:rsidRPr="00844912" w:rsidRDefault="00523B3E" w:rsidP="00523B3E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femmina </w:t>
            </w:r>
            <w:r>
              <w:rPr>
                <w:rFonts w:ascii="Poppins" w:hAnsi="Poppins" w:cs="Poppins"/>
                <w:b/>
                <w:bCs/>
                <w:sz w:val="20"/>
              </w:rPr>
              <w:t>75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F3229" w14:paraId="3058FD1B" w14:textId="77777777" w:rsidTr="00844912">
        <w:tc>
          <w:tcPr>
            <w:tcW w:w="1271" w:type="dxa"/>
          </w:tcPr>
          <w:p w14:paraId="220EB635" w14:textId="6E583DCD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28101442</w:t>
            </w:r>
          </w:p>
        </w:tc>
        <w:tc>
          <w:tcPr>
            <w:tcW w:w="2126" w:type="dxa"/>
          </w:tcPr>
          <w:p w14:paraId="4A47CBC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maschio</w:t>
            </w:r>
          </w:p>
          <w:p w14:paraId="2970E1FA" w14:textId="3F62215C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18 x 1/2"</w:t>
            </w:r>
          </w:p>
        </w:tc>
        <w:tc>
          <w:tcPr>
            <w:tcW w:w="6232" w:type="dxa"/>
          </w:tcPr>
          <w:p w14:paraId="32A68E81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18 x 1/2" con profilo di pinzatura B (KSP1), costruito da:</w:t>
            </w:r>
          </w:p>
          <w:p w14:paraId="3AB5BAA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8C6D064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E3574DB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3D0B7F2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92D9636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4E83A2F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0CE92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658587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64710B8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A99FBAD" w14:textId="0F5938DD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maschio 18 x 1/2" o equivalente.</w:t>
            </w:r>
          </w:p>
        </w:tc>
      </w:tr>
      <w:tr w:rsidR="00BF3229" w14:paraId="6F661DCD" w14:textId="77777777" w:rsidTr="00844912">
        <w:tc>
          <w:tcPr>
            <w:tcW w:w="1271" w:type="dxa"/>
          </w:tcPr>
          <w:p w14:paraId="7A873A82" w14:textId="79D02D7C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28115512</w:t>
            </w:r>
          </w:p>
        </w:tc>
        <w:tc>
          <w:tcPr>
            <w:tcW w:w="2126" w:type="dxa"/>
          </w:tcPr>
          <w:p w14:paraId="426DDDD7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maschio</w:t>
            </w:r>
          </w:p>
          <w:p w14:paraId="30DC9320" w14:textId="0BE45B3F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</w:t>
            </w:r>
          </w:p>
        </w:tc>
        <w:tc>
          <w:tcPr>
            <w:tcW w:w="6232" w:type="dxa"/>
          </w:tcPr>
          <w:p w14:paraId="528D4711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40 x 1" con profilo di pinzatura TH (KSP11), costruito da:</w:t>
            </w:r>
          </w:p>
          <w:p w14:paraId="10EC467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357532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581D49B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6A2EAAB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3118A7F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2FB050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FC9DA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03A08A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D6A0253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904FCE2" w14:textId="06E7EAF8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maschio 40 x 1" o equivalente.</w:t>
            </w:r>
          </w:p>
        </w:tc>
      </w:tr>
      <w:tr w:rsidR="00BF3229" w14:paraId="72A85460" w14:textId="77777777" w:rsidTr="00844912">
        <w:tc>
          <w:tcPr>
            <w:tcW w:w="1271" w:type="dxa"/>
          </w:tcPr>
          <w:p w14:paraId="09EF6912" w14:textId="0A2DE425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28115000</w:t>
            </w:r>
          </w:p>
        </w:tc>
        <w:tc>
          <w:tcPr>
            <w:tcW w:w="2126" w:type="dxa"/>
          </w:tcPr>
          <w:p w14:paraId="1D960DD3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maschio</w:t>
            </w:r>
          </w:p>
          <w:p w14:paraId="409E90EF" w14:textId="209D1BD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1”1/4</w:t>
            </w:r>
          </w:p>
        </w:tc>
        <w:tc>
          <w:tcPr>
            <w:tcW w:w="6232" w:type="dxa"/>
          </w:tcPr>
          <w:p w14:paraId="4641C5D2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40 x 1"1/4 con profilo di pinzatura TH (KSP11), costruito da:</w:t>
            </w:r>
          </w:p>
          <w:p w14:paraId="644EE466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19D1876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2C046ED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56DC6B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F6C50EA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968E7F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897C91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20A79C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6EFB6BE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E2AFFE9" w14:textId="554267DF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maschio 40 x 1"1/4 o equivalente.</w:t>
            </w:r>
          </w:p>
        </w:tc>
      </w:tr>
      <w:tr w:rsidR="00BF3229" w14:paraId="2030C146" w14:textId="77777777" w:rsidTr="00844912">
        <w:tc>
          <w:tcPr>
            <w:tcW w:w="1271" w:type="dxa"/>
          </w:tcPr>
          <w:p w14:paraId="3B37BE86" w14:textId="6F97AF79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28115010</w:t>
            </w:r>
          </w:p>
        </w:tc>
        <w:tc>
          <w:tcPr>
            <w:tcW w:w="2126" w:type="dxa"/>
          </w:tcPr>
          <w:p w14:paraId="2933B084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maschio</w:t>
            </w:r>
          </w:p>
          <w:p w14:paraId="6494F7F7" w14:textId="3F077FA9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1”1/2</w:t>
            </w:r>
          </w:p>
        </w:tc>
        <w:tc>
          <w:tcPr>
            <w:tcW w:w="6232" w:type="dxa"/>
          </w:tcPr>
          <w:p w14:paraId="1DB949B8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50 x 1"1/2 con profilo di pinzatura TH (KSP11), costruito da:</w:t>
            </w:r>
          </w:p>
          <w:p w14:paraId="684DCAB8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B66DB8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3FF6B2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8BDC294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2DE8FB1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F3B50BE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19561E4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AD92BA3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86BF4D2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1F99E0A" w14:textId="309BBF48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maschio 50 x 1"1/2 o equivalente.</w:t>
            </w:r>
          </w:p>
        </w:tc>
      </w:tr>
      <w:tr w:rsidR="00BF3229" w14:paraId="79537608" w14:textId="77777777" w:rsidTr="00844912">
        <w:tc>
          <w:tcPr>
            <w:tcW w:w="1271" w:type="dxa"/>
          </w:tcPr>
          <w:p w14:paraId="5635B1A9" w14:textId="62060053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28115020</w:t>
            </w:r>
          </w:p>
        </w:tc>
        <w:tc>
          <w:tcPr>
            <w:tcW w:w="2126" w:type="dxa"/>
          </w:tcPr>
          <w:p w14:paraId="1B4761D2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maschio</w:t>
            </w:r>
          </w:p>
          <w:p w14:paraId="64ED810D" w14:textId="1C807DD2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2”</w:t>
            </w:r>
          </w:p>
        </w:tc>
        <w:tc>
          <w:tcPr>
            <w:tcW w:w="6232" w:type="dxa"/>
          </w:tcPr>
          <w:p w14:paraId="0867B48A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63 x 2" con profilo di pinzatura TH (KSP11), costruito da:</w:t>
            </w:r>
          </w:p>
          <w:p w14:paraId="0D85BE0B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D87067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05D1967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EA4532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1176ECB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B021106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5404A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7422D4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0D04E71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67CB5B4" w14:textId="625E27BB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maschio 63 x 2" o equivalente.</w:t>
            </w:r>
          </w:p>
        </w:tc>
      </w:tr>
      <w:tr w:rsidR="00BF3229" w14:paraId="08CEB592" w14:textId="77777777" w:rsidTr="00844912">
        <w:tc>
          <w:tcPr>
            <w:tcW w:w="1271" w:type="dxa"/>
          </w:tcPr>
          <w:p w14:paraId="514E275A" w14:textId="5127133D" w:rsidR="00BF3229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28115552</w:t>
            </w:r>
          </w:p>
        </w:tc>
        <w:tc>
          <w:tcPr>
            <w:tcW w:w="2126" w:type="dxa"/>
          </w:tcPr>
          <w:p w14:paraId="6319F0F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maschio</w:t>
            </w:r>
          </w:p>
          <w:p w14:paraId="3E488222" w14:textId="753EEDFA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2”1/2</w:t>
            </w:r>
          </w:p>
        </w:tc>
        <w:tc>
          <w:tcPr>
            <w:tcW w:w="6232" w:type="dxa"/>
          </w:tcPr>
          <w:p w14:paraId="0A3C8862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maschio, misura 75 x 2"con profilo di pinzatura TH (KSP11) e F (KSP2), costruito da:</w:t>
            </w:r>
          </w:p>
          <w:p w14:paraId="4F48D51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824BE9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4B130E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CAECE2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927E19E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A076BBA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9BC85AD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0612625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A0153A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EB53567" w14:textId="6FF2EAF5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maschio 75 x 2" o equivalente.</w:t>
            </w:r>
          </w:p>
        </w:tc>
      </w:tr>
      <w:tr w:rsidR="00BF3229" w14:paraId="5591AC98" w14:textId="77777777" w:rsidTr="00844912">
        <w:tc>
          <w:tcPr>
            <w:tcW w:w="1271" w:type="dxa"/>
            <w:hideMark/>
          </w:tcPr>
          <w:p w14:paraId="155AD01A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28102622</w:t>
            </w:r>
          </w:p>
        </w:tc>
        <w:tc>
          <w:tcPr>
            <w:tcW w:w="2126" w:type="dxa"/>
            <w:hideMark/>
          </w:tcPr>
          <w:p w14:paraId="57EE43BF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con dado girevole femmina, tenuta piana 40 x 1”1/2</w:t>
            </w:r>
          </w:p>
        </w:tc>
        <w:tc>
          <w:tcPr>
            <w:tcW w:w="6232" w:type="dxa"/>
          </w:tcPr>
          <w:p w14:paraId="6AA9C91B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con dado girevole femmina con tenuta piana, misura 40 x 1"1/4 con profilo di pinzatura TH (KSP11) costruito da:</w:t>
            </w:r>
          </w:p>
          <w:p w14:paraId="0E94FF08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50890CE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4A7D97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64EB7FF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4F57E97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9062F3C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4EFC79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A38621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0188FD5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952B90A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con dado girevole femmina, tenuta piana 40 x 1”1/2 o equivalente.</w:t>
            </w:r>
          </w:p>
        </w:tc>
      </w:tr>
      <w:tr w:rsidR="00BF3229" w14:paraId="1A23E227" w14:textId="77777777" w:rsidTr="00844912">
        <w:tc>
          <w:tcPr>
            <w:tcW w:w="1271" w:type="dxa"/>
            <w:hideMark/>
          </w:tcPr>
          <w:p w14:paraId="509715A4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28102624</w:t>
            </w:r>
          </w:p>
        </w:tc>
        <w:tc>
          <w:tcPr>
            <w:tcW w:w="2126" w:type="dxa"/>
            <w:hideMark/>
          </w:tcPr>
          <w:p w14:paraId="4F2606E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con dado girevole femmina, tenuta piana 50 x 2”</w:t>
            </w:r>
          </w:p>
        </w:tc>
        <w:tc>
          <w:tcPr>
            <w:tcW w:w="6232" w:type="dxa"/>
          </w:tcPr>
          <w:p w14:paraId="00E47D7B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con dado girevole femmina con tenuta piana, misura 50 x 2" con profilo di pinzatura TH (KSP11) costruito da:</w:t>
            </w:r>
          </w:p>
          <w:p w14:paraId="58AE80D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990C76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23F0B9F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7AD8BA2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7D29A85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57EDAE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A089B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CF0080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35306FE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40059C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con dado girevole femmina, tenuta piana 50 x 2” o equivalente.</w:t>
            </w:r>
          </w:p>
        </w:tc>
      </w:tr>
      <w:tr w:rsidR="00BF3229" w14:paraId="29626052" w14:textId="77777777" w:rsidTr="00844912">
        <w:tc>
          <w:tcPr>
            <w:tcW w:w="1271" w:type="dxa"/>
            <w:hideMark/>
          </w:tcPr>
          <w:p w14:paraId="6DA7B9A6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28102626</w:t>
            </w:r>
          </w:p>
        </w:tc>
        <w:tc>
          <w:tcPr>
            <w:tcW w:w="2126" w:type="dxa"/>
            <w:hideMark/>
          </w:tcPr>
          <w:p w14:paraId="5689FA15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con dado girevole femmina, tenuta piana 63 x 2”1/2</w:t>
            </w:r>
          </w:p>
        </w:tc>
        <w:tc>
          <w:tcPr>
            <w:tcW w:w="6232" w:type="dxa"/>
          </w:tcPr>
          <w:p w14:paraId="064BDD4F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con dado girevole femmina con tenuta piana, misura 63 x 2"1/2 con profilo di pinzatura TH (KSP11) costruito da:</w:t>
            </w:r>
          </w:p>
          <w:p w14:paraId="2775E5D5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0FEF6D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04F92FC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7C6861F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6140C0F" w14:textId="77777777" w:rsidR="00BF3229" w:rsidRPr="00844912" w:rsidRDefault="00BF3229" w:rsidP="00BF322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A1F7787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43949AA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4CBCD81" w14:textId="77777777" w:rsidR="00BF3229" w:rsidRPr="00844912" w:rsidRDefault="00BF3229" w:rsidP="00BF3229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997CA65" w14:textId="77777777" w:rsidR="00BF3229" w:rsidRPr="00844912" w:rsidRDefault="00BF3229" w:rsidP="00BF322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3C5A55" w14:textId="77777777" w:rsidR="00BF3229" w:rsidRPr="00844912" w:rsidRDefault="00BF3229" w:rsidP="00BF322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con dado girevole femmina, tenuta piana 63 x 2”1/2 o equivalente.</w:t>
            </w:r>
          </w:p>
        </w:tc>
      </w:tr>
      <w:tr w:rsidR="00712B90" w14:paraId="638CED37" w14:textId="77777777" w:rsidTr="00844912">
        <w:tc>
          <w:tcPr>
            <w:tcW w:w="1271" w:type="dxa"/>
          </w:tcPr>
          <w:p w14:paraId="6C17FD92" w14:textId="0F65449D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28101424</w:t>
            </w:r>
          </w:p>
        </w:tc>
        <w:tc>
          <w:tcPr>
            <w:tcW w:w="2126" w:type="dxa"/>
          </w:tcPr>
          <w:p w14:paraId="0EDA07CE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6F67C7B1" w14:textId="3EFDBEE1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18</w:t>
            </w:r>
          </w:p>
        </w:tc>
        <w:tc>
          <w:tcPr>
            <w:tcW w:w="6232" w:type="dxa"/>
          </w:tcPr>
          <w:p w14:paraId="4D323DDE" w14:textId="05EDA4A6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18</w:t>
            </w:r>
            <w:r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18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B</w:t>
            </w:r>
            <w:r>
              <w:rPr>
                <w:rFonts w:ascii="Poppins" w:hAnsi="Poppins" w:cs="Poppins"/>
                <w:sz w:val="20"/>
              </w:rPr>
              <w:t xml:space="preserve"> (KSP1)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B7C5AD2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CB4F6B8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1569AED0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2641D5C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5C703F4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EEF5D96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E63B4E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E7DE3D2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E99C9E1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B64C2AA" w14:textId="411EBEF2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18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276C2645" w14:textId="77777777" w:rsidTr="00844912">
        <w:tc>
          <w:tcPr>
            <w:tcW w:w="1271" w:type="dxa"/>
          </w:tcPr>
          <w:p w14:paraId="66AB8C64" w14:textId="1BF7C15F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28115050</w:t>
            </w:r>
          </w:p>
        </w:tc>
        <w:tc>
          <w:tcPr>
            <w:tcW w:w="2126" w:type="dxa"/>
          </w:tcPr>
          <w:p w14:paraId="0AC20F04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5E35C38D" w14:textId="51C6B41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</w:p>
        </w:tc>
        <w:tc>
          <w:tcPr>
            <w:tcW w:w="6232" w:type="dxa"/>
          </w:tcPr>
          <w:p w14:paraId="4EF7B391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40 x 40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0FB09A05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5116B3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84AD5B4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9F52120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C048E16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5CBA415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62750D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C3128C6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4F5FE7B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F9BCF4A" w14:textId="1C30AAA0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40 x 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1F75868A" w14:textId="77777777" w:rsidTr="00844912">
        <w:tc>
          <w:tcPr>
            <w:tcW w:w="1271" w:type="dxa"/>
          </w:tcPr>
          <w:p w14:paraId="3BD12FB5" w14:textId="120E6C02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28115060</w:t>
            </w:r>
          </w:p>
        </w:tc>
        <w:tc>
          <w:tcPr>
            <w:tcW w:w="2126" w:type="dxa"/>
          </w:tcPr>
          <w:p w14:paraId="4E523ED3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631FF92F" w14:textId="44410409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 x 50</w:t>
            </w:r>
          </w:p>
        </w:tc>
        <w:tc>
          <w:tcPr>
            <w:tcW w:w="6232" w:type="dxa"/>
          </w:tcPr>
          <w:p w14:paraId="0D44AFE1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50 x 50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F1BFFB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02DD312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90706DF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D9F6EBB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867CDFB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155EC0E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4D8EB4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2688361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E8500F9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CA77662" w14:textId="1F83170B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50 x 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509B8E61" w14:textId="77777777" w:rsidTr="00844912">
        <w:tc>
          <w:tcPr>
            <w:tcW w:w="1271" w:type="dxa"/>
          </w:tcPr>
          <w:p w14:paraId="6CFD28A1" w14:textId="0317B886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28115070</w:t>
            </w:r>
          </w:p>
        </w:tc>
        <w:tc>
          <w:tcPr>
            <w:tcW w:w="2126" w:type="dxa"/>
          </w:tcPr>
          <w:p w14:paraId="400E90A5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470C9B21" w14:textId="09CFEAFB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63 x 63</w:t>
            </w:r>
          </w:p>
        </w:tc>
        <w:tc>
          <w:tcPr>
            <w:tcW w:w="6232" w:type="dxa"/>
          </w:tcPr>
          <w:p w14:paraId="08764BEB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63 x 63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D4B3AB5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A17FE69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5587AEA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1441276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B8511E2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B0BDCD8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245131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94B8F0E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2BBE627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9A81788" w14:textId="1D792662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63 x 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12B90" w14:paraId="17CF017A" w14:textId="77777777" w:rsidTr="00844912">
        <w:tc>
          <w:tcPr>
            <w:tcW w:w="1271" w:type="dxa"/>
          </w:tcPr>
          <w:p w14:paraId="79CAAC35" w14:textId="4BC24AA1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28115554</w:t>
            </w:r>
          </w:p>
        </w:tc>
        <w:tc>
          <w:tcPr>
            <w:tcW w:w="2126" w:type="dxa"/>
          </w:tcPr>
          <w:p w14:paraId="77B5D1D6" w14:textId="77777777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6F3D6A15" w14:textId="153FE64C" w:rsidR="00712B90" w:rsidRPr="00844912" w:rsidRDefault="00712B90" w:rsidP="00712B9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75 x 75</w:t>
            </w:r>
          </w:p>
        </w:tc>
        <w:tc>
          <w:tcPr>
            <w:tcW w:w="6232" w:type="dxa"/>
          </w:tcPr>
          <w:p w14:paraId="4F72A649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Diritto intermedio, misura </w:t>
            </w:r>
            <w:r>
              <w:rPr>
                <w:rFonts w:ascii="Poppins" w:hAnsi="Poppins" w:cs="Poppins"/>
                <w:sz w:val="20"/>
              </w:rPr>
              <w:t>75 x 75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>TH (KSP11) e F (KSP2)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7C620C97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88A0766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24AA859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529456F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B598AC4" w14:textId="77777777" w:rsidR="00712B90" w:rsidRPr="00844912" w:rsidRDefault="00712B90" w:rsidP="00712B9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52D5A12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7E5285A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D49C6EE" w14:textId="77777777" w:rsidR="00712B90" w:rsidRPr="00844912" w:rsidRDefault="00712B90" w:rsidP="00712B90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261882F" w14:textId="77777777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21B9926" w14:textId="42B21FF5" w:rsidR="00712B90" w:rsidRPr="00844912" w:rsidRDefault="00712B90" w:rsidP="00712B9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75 x 75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0A5251" w14:paraId="547BB3D8" w14:textId="77777777" w:rsidTr="00844912">
        <w:tc>
          <w:tcPr>
            <w:tcW w:w="1271" w:type="dxa"/>
          </w:tcPr>
          <w:p w14:paraId="25639434" w14:textId="0833E26F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28181020</w:t>
            </w:r>
          </w:p>
        </w:tc>
        <w:tc>
          <w:tcPr>
            <w:tcW w:w="2126" w:type="dxa"/>
          </w:tcPr>
          <w:p w14:paraId="49826A1B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7839577E" w14:textId="2B2D66FA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26</w:t>
            </w:r>
          </w:p>
        </w:tc>
        <w:tc>
          <w:tcPr>
            <w:tcW w:w="6232" w:type="dxa"/>
          </w:tcPr>
          <w:p w14:paraId="07D43E2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40 x 26 con profilo di pinzatura TH (KSP11)</w:t>
            </w:r>
            <w:r>
              <w:rPr>
                <w:rFonts w:ascii="Poppins" w:hAnsi="Poppins" w:cs="Poppins"/>
                <w:sz w:val="20"/>
              </w:rPr>
              <w:t xml:space="preserve">,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7460C331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F2D2005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13224F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BC15766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342AFF6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06523EB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1FC70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522AA5C" w14:textId="77777777" w:rsidR="000A5251" w:rsidRPr="0033660F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DEE7751" w14:textId="77777777" w:rsidR="000A5251" w:rsidRPr="0033660F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</w:p>
          <w:p w14:paraId="40644DD8" w14:textId="77777777" w:rsidR="000A5251" w:rsidRPr="0033660F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  <w:r>
              <w:rPr>
                <w:rFonts w:ascii="Poppins" w:hAnsi="Poppins" w:cs="Poppins"/>
                <w:bCs/>
                <w:sz w:val="20"/>
                <w:szCs w:val="16"/>
              </w:rPr>
              <w:t>Funzione LBP solo nelle derivazioni 26x3.</w:t>
            </w:r>
          </w:p>
          <w:p w14:paraId="630B3534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004EEA5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4ADE7D5A" w14:textId="18441938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40 x 26 o equivalente.</w:t>
            </w:r>
          </w:p>
        </w:tc>
      </w:tr>
      <w:tr w:rsidR="000A5251" w14:paraId="3AC6D419" w14:textId="77777777" w:rsidTr="00844912">
        <w:tc>
          <w:tcPr>
            <w:tcW w:w="1271" w:type="dxa"/>
          </w:tcPr>
          <w:p w14:paraId="05151D50" w14:textId="078834B1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28181022</w:t>
            </w:r>
          </w:p>
        </w:tc>
        <w:tc>
          <w:tcPr>
            <w:tcW w:w="2126" w:type="dxa"/>
          </w:tcPr>
          <w:p w14:paraId="0F5A1863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16123425" w14:textId="0E663648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32</w:t>
            </w:r>
          </w:p>
        </w:tc>
        <w:tc>
          <w:tcPr>
            <w:tcW w:w="6232" w:type="dxa"/>
          </w:tcPr>
          <w:p w14:paraId="023D10FF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40 x 32 con profilo di pinzatura TH (KSP11)</w:t>
            </w:r>
            <w:r>
              <w:rPr>
                <w:rFonts w:ascii="Poppins" w:hAnsi="Poppins" w:cs="Poppins"/>
                <w:sz w:val="20"/>
              </w:rPr>
              <w:t xml:space="preserve">,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7BC1B9E2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2051C9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926EFF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5D10DDB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00D61B3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C69F36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AACAE5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E369A4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FCA06B0" w14:textId="77777777" w:rsidR="000A5251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46F66E1" w14:textId="77777777" w:rsidR="000A5251" w:rsidRPr="009A7E3C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  <w:r>
              <w:rPr>
                <w:rFonts w:ascii="Poppins" w:hAnsi="Poppins" w:cs="Poppins"/>
                <w:bCs/>
                <w:sz w:val="20"/>
                <w:szCs w:val="16"/>
              </w:rPr>
              <w:t>Funzione LBP solo nelle derivazioni 32x3.</w:t>
            </w:r>
          </w:p>
          <w:p w14:paraId="00CA9085" w14:textId="77777777" w:rsidR="000A5251" w:rsidRPr="00640F2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16FC6E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53673E1E" w14:textId="6ADEF80D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40 x 32 o equivalente.</w:t>
            </w:r>
          </w:p>
        </w:tc>
      </w:tr>
      <w:tr w:rsidR="000A5251" w14:paraId="196B1F5A" w14:textId="77777777" w:rsidTr="00844912">
        <w:tc>
          <w:tcPr>
            <w:tcW w:w="1271" w:type="dxa"/>
          </w:tcPr>
          <w:p w14:paraId="467740C4" w14:textId="06DF0C47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28181024</w:t>
            </w:r>
          </w:p>
        </w:tc>
        <w:tc>
          <w:tcPr>
            <w:tcW w:w="2126" w:type="dxa"/>
          </w:tcPr>
          <w:p w14:paraId="35E6B584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67FC8999" w14:textId="6ECE6BDB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32</w:t>
            </w:r>
          </w:p>
        </w:tc>
        <w:tc>
          <w:tcPr>
            <w:tcW w:w="6232" w:type="dxa"/>
          </w:tcPr>
          <w:p w14:paraId="000CA7C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50 x 32 con profilo di pinzatura TH (KSP11)</w:t>
            </w:r>
            <w:r>
              <w:rPr>
                <w:rFonts w:ascii="Poppins" w:hAnsi="Poppins" w:cs="Poppins"/>
                <w:sz w:val="20"/>
              </w:rPr>
              <w:t xml:space="preserve">, </w:t>
            </w:r>
            <w:r w:rsidRPr="00844912">
              <w:rPr>
                <w:rFonts w:ascii="Poppins" w:hAnsi="Poppins" w:cs="Poppins"/>
                <w:sz w:val="20"/>
              </w:rPr>
              <w:t>costruito da:</w:t>
            </w:r>
          </w:p>
          <w:p w14:paraId="008D0A1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DC989F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7BEE69F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1A2498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9EBFCA2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D47DA6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92452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E740219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3814894" w14:textId="77777777" w:rsidR="000A5251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CA4B40" w14:textId="77777777" w:rsidR="000A5251" w:rsidRPr="009A7E3C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  <w:r>
              <w:rPr>
                <w:rFonts w:ascii="Poppins" w:hAnsi="Poppins" w:cs="Poppins"/>
                <w:bCs/>
                <w:sz w:val="20"/>
                <w:szCs w:val="16"/>
              </w:rPr>
              <w:t>Funzione LBP solo nelle derivazioni 32x3.</w:t>
            </w:r>
          </w:p>
          <w:p w14:paraId="78B5CF4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DCFE4D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5E37B016" w14:textId="4614BC65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50 x 32 o equivalente.</w:t>
            </w:r>
          </w:p>
        </w:tc>
      </w:tr>
      <w:tr w:rsidR="000A5251" w14:paraId="30927E80" w14:textId="77777777" w:rsidTr="00844912">
        <w:tc>
          <w:tcPr>
            <w:tcW w:w="1271" w:type="dxa"/>
          </w:tcPr>
          <w:p w14:paraId="17F84226" w14:textId="248C423D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28115110</w:t>
            </w:r>
          </w:p>
        </w:tc>
        <w:tc>
          <w:tcPr>
            <w:tcW w:w="2126" w:type="dxa"/>
          </w:tcPr>
          <w:p w14:paraId="33D5E5F1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2A0E7AA2" w14:textId="2FE328D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40</w:t>
            </w:r>
          </w:p>
        </w:tc>
        <w:tc>
          <w:tcPr>
            <w:tcW w:w="6232" w:type="dxa"/>
          </w:tcPr>
          <w:p w14:paraId="38A2953A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50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504392B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B6106C5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44D908D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EAF5B06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843BAEF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967672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ECEE40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27CF81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F46B1D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6209DDB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08834FA1" w14:textId="1C54A8DC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50 x 40 o equivalente.</w:t>
            </w:r>
          </w:p>
        </w:tc>
      </w:tr>
      <w:tr w:rsidR="000A5251" w14:paraId="1087C169" w14:textId="77777777" w:rsidTr="00844912">
        <w:tc>
          <w:tcPr>
            <w:tcW w:w="1271" w:type="dxa"/>
          </w:tcPr>
          <w:p w14:paraId="0474F1E4" w14:textId="76DED2A4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28115120</w:t>
            </w:r>
          </w:p>
        </w:tc>
        <w:tc>
          <w:tcPr>
            <w:tcW w:w="2126" w:type="dxa"/>
          </w:tcPr>
          <w:p w14:paraId="5D43CBCC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15706024" w14:textId="0CEE3272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40</w:t>
            </w:r>
          </w:p>
        </w:tc>
        <w:tc>
          <w:tcPr>
            <w:tcW w:w="6232" w:type="dxa"/>
          </w:tcPr>
          <w:p w14:paraId="2911F105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63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05809B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C7A3EA0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8C144F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9804E9D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A54B96B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F5A3CA7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D5930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37674DF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26E561E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DEAA533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13251448" w14:textId="4DD0695F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63 x 40 o equivalente.</w:t>
            </w:r>
          </w:p>
        </w:tc>
      </w:tr>
      <w:tr w:rsidR="000A5251" w14:paraId="1EFD920B" w14:textId="77777777" w:rsidTr="00844912">
        <w:tc>
          <w:tcPr>
            <w:tcW w:w="1271" w:type="dxa"/>
          </w:tcPr>
          <w:p w14:paraId="0B9EF1D8" w14:textId="4F67452A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28115130</w:t>
            </w:r>
          </w:p>
        </w:tc>
        <w:tc>
          <w:tcPr>
            <w:tcW w:w="2126" w:type="dxa"/>
          </w:tcPr>
          <w:p w14:paraId="47D54C6D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6BB0ABE8" w14:textId="5CE1C83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50</w:t>
            </w:r>
          </w:p>
        </w:tc>
        <w:tc>
          <w:tcPr>
            <w:tcW w:w="6232" w:type="dxa"/>
          </w:tcPr>
          <w:p w14:paraId="5CCABEEB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63 x 50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690B2E83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D043C11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5681484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8BE4EB7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7DE9F8A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29B61E7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E079CA2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510B1C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C81826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F74721A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73BFC536" w14:textId="014A0A6B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63 x 50 o equivalente.</w:t>
            </w:r>
          </w:p>
        </w:tc>
      </w:tr>
      <w:tr w:rsidR="000A5251" w14:paraId="405F6B55" w14:textId="77777777" w:rsidTr="00844912">
        <w:tc>
          <w:tcPr>
            <w:tcW w:w="1271" w:type="dxa"/>
          </w:tcPr>
          <w:p w14:paraId="799EEAE8" w14:textId="107E5C7A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28115556</w:t>
            </w:r>
          </w:p>
        </w:tc>
        <w:tc>
          <w:tcPr>
            <w:tcW w:w="2126" w:type="dxa"/>
          </w:tcPr>
          <w:p w14:paraId="5AAE713D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60A6C2CF" w14:textId="713B09FC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40</w:t>
            </w:r>
          </w:p>
        </w:tc>
        <w:tc>
          <w:tcPr>
            <w:tcW w:w="6232" w:type="dxa"/>
          </w:tcPr>
          <w:p w14:paraId="00FB026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75 x 40 con profilo di pinzatura TH (KSP11) e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(KSP2) per la derivazione 75, costruito da:</w:t>
            </w:r>
          </w:p>
          <w:p w14:paraId="38972A91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A48C2A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460A55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AB49DB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E12CFCB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2BA6A92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975C5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DBE9F2A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4ED108F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5A112FE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788C7B34" w14:textId="1F627A55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75 x 40 o equivalente.</w:t>
            </w:r>
          </w:p>
        </w:tc>
      </w:tr>
      <w:tr w:rsidR="000A5251" w14:paraId="48822EF4" w14:textId="77777777" w:rsidTr="00844912">
        <w:tc>
          <w:tcPr>
            <w:tcW w:w="1271" w:type="dxa"/>
          </w:tcPr>
          <w:p w14:paraId="64ACF8FD" w14:textId="1FFBE37A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28115558</w:t>
            </w:r>
          </w:p>
        </w:tc>
        <w:tc>
          <w:tcPr>
            <w:tcW w:w="2126" w:type="dxa"/>
          </w:tcPr>
          <w:p w14:paraId="1D527592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5AD8FC6B" w14:textId="7F7528FE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50</w:t>
            </w:r>
          </w:p>
        </w:tc>
        <w:tc>
          <w:tcPr>
            <w:tcW w:w="6232" w:type="dxa"/>
          </w:tcPr>
          <w:p w14:paraId="4CB29900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75 x 50 con profilo di pinzatura TH (KSP11) e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(KSP2) per la derivazione 75, costruito da:</w:t>
            </w:r>
          </w:p>
          <w:p w14:paraId="7AA4713C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198FBA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4FA8B56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AC02408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8330CD1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97F737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7D3EED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4E3C164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07F1B7A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74E04CB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51586E09" w14:textId="571AA1AF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75 x 50 o equivalente.</w:t>
            </w:r>
          </w:p>
        </w:tc>
      </w:tr>
      <w:tr w:rsidR="000A5251" w14:paraId="4498C468" w14:textId="77777777" w:rsidTr="00844912">
        <w:tc>
          <w:tcPr>
            <w:tcW w:w="1271" w:type="dxa"/>
          </w:tcPr>
          <w:p w14:paraId="4729C798" w14:textId="33B98A6C" w:rsidR="000A5251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28115560</w:t>
            </w:r>
          </w:p>
        </w:tc>
        <w:tc>
          <w:tcPr>
            <w:tcW w:w="2126" w:type="dxa"/>
          </w:tcPr>
          <w:p w14:paraId="70000E86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28DAF93F" w14:textId="4D3A1AD9" w:rsidR="000A5251" w:rsidRPr="00844912" w:rsidRDefault="000A5251" w:rsidP="000A52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63</w:t>
            </w:r>
          </w:p>
        </w:tc>
        <w:tc>
          <w:tcPr>
            <w:tcW w:w="6232" w:type="dxa"/>
          </w:tcPr>
          <w:p w14:paraId="4924CD86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Diritto intermedio ridotto, misura 75 x 63 con profilo di pinzatura TH (KSP11) e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(KSP2) per la derivazione 75, costruito da:</w:t>
            </w:r>
          </w:p>
          <w:p w14:paraId="23ED6D97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6920083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A2A8672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C7489A0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DD07A2B" w14:textId="77777777" w:rsidR="000A5251" w:rsidRPr="00844912" w:rsidRDefault="000A5251" w:rsidP="000A5251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1EBA28F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C800BF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ED16D17" w14:textId="77777777" w:rsidR="000A5251" w:rsidRPr="00844912" w:rsidRDefault="000A5251" w:rsidP="000A5251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352E3B3" w14:textId="77777777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DF6036C" w14:textId="77777777" w:rsidR="000A5251" w:rsidRPr="00844912" w:rsidRDefault="000A5251" w:rsidP="000A52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</w:p>
          <w:p w14:paraId="7398B65B" w14:textId="21EE2552" w:rsidR="000A5251" w:rsidRPr="00844912" w:rsidRDefault="000A5251" w:rsidP="000A525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75 x 63 o equivalente.</w:t>
            </w:r>
          </w:p>
        </w:tc>
      </w:tr>
      <w:tr w:rsidR="00315B54" w14:paraId="547AB5CD" w14:textId="77777777" w:rsidTr="00844912">
        <w:tc>
          <w:tcPr>
            <w:tcW w:w="1271" w:type="dxa"/>
          </w:tcPr>
          <w:p w14:paraId="7A65E674" w14:textId="138FBB24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01364</w:t>
            </w:r>
          </w:p>
        </w:tc>
        <w:tc>
          <w:tcPr>
            <w:tcW w:w="2126" w:type="dxa"/>
          </w:tcPr>
          <w:p w14:paraId="3E6D9540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3246E568" w14:textId="2F0AA80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18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18</w:t>
            </w:r>
          </w:p>
        </w:tc>
        <w:tc>
          <w:tcPr>
            <w:tcW w:w="6232" w:type="dxa"/>
          </w:tcPr>
          <w:p w14:paraId="598A563F" w14:textId="5FAA66F8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TEE intermedio, misura </w:t>
            </w:r>
            <w:r>
              <w:rPr>
                <w:rFonts w:ascii="Poppins" w:hAnsi="Poppins" w:cs="Poppins"/>
                <w:sz w:val="20"/>
              </w:rPr>
              <w:t>18 x 18 x 18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</w:t>
            </w:r>
            <w:r>
              <w:rPr>
                <w:rFonts w:ascii="Poppins" w:hAnsi="Poppins" w:cs="Poppins"/>
                <w:sz w:val="20"/>
              </w:rPr>
              <w:t xml:space="preserve">B </w:t>
            </w:r>
            <w:r w:rsidRPr="00844912">
              <w:rPr>
                <w:rFonts w:ascii="Poppins" w:hAnsi="Poppins" w:cs="Poppins"/>
                <w:sz w:val="20"/>
              </w:rPr>
              <w:t>(KSP1) costruito da:</w:t>
            </w:r>
          </w:p>
          <w:p w14:paraId="2B1B97F0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A09EFD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190030B8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759D06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B9C8C76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FC52F36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B0E1C4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ED1EA0F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60CEA5D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4DB8498" w14:textId="2D6CD7B0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18 x 18 x 18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15B54" w14:paraId="453FF181" w14:textId="77777777" w:rsidTr="00844912">
        <w:tc>
          <w:tcPr>
            <w:tcW w:w="1271" w:type="dxa"/>
          </w:tcPr>
          <w:p w14:paraId="28F042EA" w14:textId="510DAADA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28115250</w:t>
            </w:r>
          </w:p>
        </w:tc>
        <w:tc>
          <w:tcPr>
            <w:tcW w:w="2126" w:type="dxa"/>
          </w:tcPr>
          <w:p w14:paraId="1460447D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2443C9F3" w14:textId="4C303A5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40 x 40</w:t>
            </w:r>
          </w:p>
        </w:tc>
        <w:tc>
          <w:tcPr>
            <w:tcW w:w="6232" w:type="dxa"/>
          </w:tcPr>
          <w:p w14:paraId="713AE7A8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40 x 40 x 40 con profilo di pinzatura TH (KSP11) costruito da:</w:t>
            </w:r>
          </w:p>
          <w:p w14:paraId="7BD5FFE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BC651A6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237315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A6C7686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E0BDB0E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7DF82F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B070F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EA536D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B8F5024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7A738EE" w14:textId="54026339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40 x 40 x 40 o equivalente.</w:t>
            </w:r>
          </w:p>
        </w:tc>
      </w:tr>
      <w:tr w:rsidR="00315B54" w14:paraId="61D1456F" w14:textId="77777777" w:rsidTr="00844912">
        <w:tc>
          <w:tcPr>
            <w:tcW w:w="1271" w:type="dxa"/>
          </w:tcPr>
          <w:p w14:paraId="2004EC2C" w14:textId="7AA55BFE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28115260</w:t>
            </w:r>
          </w:p>
        </w:tc>
        <w:tc>
          <w:tcPr>
            <w:tcW w:w="2126" w:type="dxa"/>
          </w:tcPr>
          <w:p w14:paraId="34C71AC2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77E51E3C" w14:textId="555A4524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 x 50</w:t>
            </w:r>
          </w:p>
        </w:tc>
        <w:tc>
          <w:tcPr>
            <w:tcW w:w="6232" w:type="dxa"/>
          </w:tcPr>
          <w:p w14:paraId="031B468E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50 x 50 x 50 con profilo di pinzatura TH (KSP11) costruito da:</w:t>
            </w:r>
          </w:p>
          <w:p w14:paraId="486E6C3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F3A170E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29350DA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89169B9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D91D6B2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EE63824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048FDF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7105333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854A8A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BC5E43A" w14:textId="52D75321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50 x 50 x 50 o equivalente.</w:t>
            </w:r>
          </w:p>
        </w:tc>
      </w:tr>
      <w:tr w:rsidR="00315B54" w14:paraId="676DD812" w14:textId="77777777" w:rsidTr="00844912">
        <w:tc>
          <w:tcPr>
            <w:tcW w:w="1271" w:type="dxa"/>
          </w:tcPr>
          <w:p w14:paraId="7A635840" w14:textId="299CFCDF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28115270</w:t>
            </w:r>
          </w:p>
        </w:tc>
        <w:tc>
          <w:tcPr>
            <w:tcW w:w="2126" w:type="dxa"/>
          </w:tcPr>
          <w:p w14:paraId="069DAF5D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503D8BDB" w14:textId="6A5D26AC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63 x 63</w:t>
            </w:r>
          </w:p>
        </w:tc>
        <w:tc>
          <w:tcPr>
            <w:tcW w:w="6232" w:type="dxa"/>
          </w:tcPr>
          <w:p w14:paraId="12A194E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63 x 63 x 63 con profilo di pinzatura TH (KSP11) costruito da:</w:t>
            </w:r>
          </w:p>
          <w:p w14:paraId="5BDA9538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B9B78BB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67393A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AF4089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EF98488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55E37CA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8F06D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C054FE0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2D616F3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42B2D18" w14:textId="6A3B2232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63 x 63 x 63 o equivalente.</w:t>
            </w:r>
          </w:p>
        </w:tc>
      </w:tr>
      <w:tr w:rsidR="00315B54" w14:paraId="79E80AA3" w14:textId="77777777" w:rsidTr="00844912">
        <w:tc>
          <w:tcPr>
            <w:tcW w:w="1271" w:type="dxa"/>
          </w:tcPr>
          <w:p w14:paraId="7DFE549C" w14:textId="799BC1AA" w:rsidR="00315B54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28115544</w:t>
            </w:r>
          </w:p>
        </w:tc>
        <w:tc>
          <w:tcPr>
            <w:tcW w:w="2126" w:type="dxa"/>
          </w:tcPr>
          <w:p w14:paraId="67617E02" w14:textId="77777777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</w:t>
            </w:r>
          </w:p>
          <w:p w14:paraId="2100E4F4" w14:textId="222BF842" w:rsidR="00315B54" w:rsidRPr="00844912" w:rsidRDefault="00315B54" w:rsidP="00315B5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75 x 75</w:t>
            </w:r>
          </w:p>
        </w:tc>
        <w:tc>
          <w:tcPr>
            <w:tcW w:w="6232" w:type="dxa"/>
          </w:tcPr>
          <w:p w14:paraId="0BDFB42D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intermedio, misura 75 x 75 x 75 con profilo di pinzatura TH (KSP11) e F (KSP11) costruito da:</w:t>
            </w:r>
          </w:p>
          <w:p w14:paraId="200FDEAB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BDE0211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F0205A4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B9F38A5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64D0A81" w14:textId="77777777" w:rsidR="00315B54" w:rsidRPr="00844912" w:rsidRDefault="00315B54" w:rsidP="00315B54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498B460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4CCBF3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A38F389" w14:textId="77777777" w:rsidR="00315B54" w:rsidRPr="00844912" w:rsidRDefault="00315B54" w:rsidP="00315B54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5E38279" w14:textId="77777777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A5C16EB" w14:textId="54111C2B" w:rsidR="00315B54" w:rsidRPr="00844912" w:rsidRDefault="00315B54" w:rsidP="00315B54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75 x 75 x 75 o equivalente.</w:t>
            </w:r>
          </w:p>
        </w:tc>
      </w:tr>
      <w:tr w:rsidR="00F67365" w14:paraId="6C923B60" w14:textId="77777777" w:rsidTr="00844912">
        <w:tc>
          <w:tcPr>
            <w:tcW w:w="1271" w:type="dxa"/>
          </w:tcPr>
          <w:p w14:paraId="3D886F9A" w14:textId="2A2EBBEE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28181178</w:t>
            </w:r>
          </w:p>
        </w:tc>
        <w:tc>
          <w:tcPr>
            <w:tcW w:w="2126" w:type="dxa"/>
          </w:tcPr>
          <w:p w14:paraId="5DEC7180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</w:t>
            </w:r>
            <w:r>
              <w:rPr>
                <w:rFonts w:ascii="Poppins" w:hAnsi="Poppins" w:cs="Poppins"/>
                <w:bCs/>
                <w:sz w:val="20"/>
              </w:rPr>
              <w:t>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52CB25BF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62E2F54" w14:textId="5673FFF4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 x 20 x 40</w:t>
            </w:r>
          </w:p>
        </w:tc>
        <w:tc>
          <w:tcPr>
            <w:tcW w:w="6232" w:type="dxa"/>
          </w:tcPr>
          <w:p w14:paraId="3B2F1F3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2</w:t>
            </w:r>
            <w:r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 xml:space="preserve"> x </w:t>
            </w:r>
            <w:r>
              <w:rPr>
                <w:rFonts w:ascii="Poppins" w:hAnsi="Poppins" w:cs="Poppins"/>
                <w:sz w:val="20"/>
              </w:rPr>
              <w:t>40</w:t>
            </w:r>
            <w:r w:rsidRPr="00844912">
              <w:rPr>
                <w:rFonts w:ascii="Poppins" w:hAnsi="Poppins" w:cs="Poppins"/>
                <w:sz w:val="20"/>
              </w:rPr>
              <w:t xml:space="preserve"> con profilo di pinzatura TH (KSP11), costruito da:</w:t>
            </w:r>
          </w:p>
          <w:p w14:paraId="19CE3AB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7AEF98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EA7D70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7F22F9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117B4B4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57C2DF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7FB342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B0C2EC1" w14:textId="77777777" w:rsidR="00F67365" w:rsidRPr="005211E9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D6A8E9C" w14:textId="77777777" w:rsidR="00F67365" w:rsidRPr="005211E9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EDD11D" w14:textId="77777777" w:rsidR="00F67365" w:rsidRPr="005211E9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20x2.</w:t>
            </w:r>
          </w:p>
          <w:p w14:paraId="3D7C023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4DA7A4A" w14:textId="596E49DA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26 x 32 o equivalente.</w:t>
            </w:r>
          </w:p>
        </w:tc>
      </w:tr>
      <w:tr w:rsidR="00F67365" w14:paraId="63E4439C" w14:textId="77777777" w:rsidTr="00844912">
        <w:tc>
          <w:tcPr>
            <w:tcW w:w="1271" w:type="dxa"/>
          </w:tcPr>
          <w:p w14:paraId="1B357942" w14:textId="771427C7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81168</w:t>
            </w:r>
          </w:p>
        </w:tc>
        <w:tc>
          <w:tcPr>
            <w:tcW w:w="2126" w:type="dxa"/>
          </w:tcPr>
          <w:p w14:paraId="5B46F99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6D799BCF" w14:textId="4CE2499C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26 x 32</w:t>
            </w:r>
          </w:p>
        </w:tc>
        <w:tc>
          <w:tcPr>
            <w:tcW w:w="6232" w:type="dxa"/>
          </w:tcPr>
          <w:p w14:paraId="202EB62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26 x 32 con profilo di pinzatura TH (KSP11), costruito da:</w:t>
            </w:r>
          </w:p>
          <w:p w14:paraId="3B0E866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747ED6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5D6B27D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2E3348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162C9FB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5EB58CF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BAC0A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77CF2FA" w14:textId="77777777" w:rsidR="00F67365" w:rsidRPr="00896CF5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F82186B" w14:textId="77777777" w:rsidR="00F67365" w:rsidRPr="00896CF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</w:p>
          <w:p w14:paraId="2CEF9DAC" w14:textId="77777777" w:rsidR="00F67365" w:rsidRPr="00896CF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26x3 – 32x3.</w:t>
            </w:r>
          </w:p>
          <w:p w14:paraId="7F8094A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D5B554C" w14:textId="02D4BA75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26 x 32 o equivalente.</w:t>
            </w:r>
          </w:p>
        </w:tc>
      </w:tr>
      <w:tr w:rsidR="00F67365" w14:paraId="2D8B8EFC" w14:textId="77777777" w:rsidTr="00844912">
        <w:tc>
          <w:tcPr>
            <w:tcW w:w="1271" w:type="dxa"/>
          </w:tcPr>
          <w:p w14:paraId="5551225A" w14:textId="3601D147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28181170</w:t>
            </w:r>
          </w:p>
        </w:tc>
        <w:tc>
          <w:tcPr>
            <w:tcW w:w="2126" w:type="dxa"/>
          </w:tcPr>
          <w:p w14:paraId="7EC6622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249FC43F" w14:textId="1BB0E025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26 x 40</w:t>
            </w:r>
          </w:p>
        </w:tc>
        <w:tc>
          <w:tcPr>
            <w:tcW w:w="6232" w:type="dxa"/>
          </w:tcPr>
          <w:p w14:paraId="6B939AB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26 x 40 con profilo di pinzatura TH (KSP11), costruito da:</w:t>
            </w:r>
          </w:p>
          <w:p w14:paraId="18A3764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1FDA8A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B3C229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D0750A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CAEA63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32B234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F56DC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A8239D8" w14:textId="77777777" w:rsidR="00F67365" w:rsidRPr="001055CB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0F214B8" w14:textId="77777777" w:rsidR="00F67365" w:rsidRPr="001055CB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1211BD6C" w14:textId="77777777" w:rsidR="00F67365" w:rsidRPr="001055CB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  <w:szCs w:val="16"/>
              </w:rPr>
            </w:pPr>
            <w:r w:rsidRPr="001055CB">
              <w:rPr>
                <w:rFonts w:ascii="Poppins" w:hAnsi="Poppins" w:cs="Poppins"/>
                <w:sz w:val="20"/>
                <w:szCs w:val="16"/>
              </w:rPr>
              <w:t>Funzione LBP sono nelle derivazioni 26x3</w:t>
            </w:r>
            <w:r>
              <w:rPr>
                <w:rFonts w:ascii="Poppins" w:hAnsi="Poppins" w:cs="Poppins"/>
                <w:sz w:val="20"/>
                <w:szCs w:val="16"/>
              </w:rPr>
              <w:t>.</w:t>
            </w:r>
          </w:p>
          <w:p w14:paraId="4D9CA55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0385E6F" w14:textId="0D7FAA9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26 x 40 o equivalente.</w:t>
            </w:r>
          </w:p>
        </w:tc>
      </w:tr>
      <w:tr w:rsidR="00F67365" w14:paraId="7518FD03" w14:textId="77777777" w:rsidTr="00844912">
        <w:tc>
          <w:tcPr>
            <w:tcW w:w="1271" w:type="dxa"/>
          </w:tcPr>
          <w:p w14:paraId="57BCF726" w14:textId="75BF1360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81172</w:t>
            </w:r>
          </w:p>
        </w:tc>
        <w:tc>
          <w:tcPr>
            <w:tcW w:w="2126" w:type="dxa"/>
          </w:tcPr>
          <w:p w14:paraId="3E574B8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07623EB5" w14:textId="35F850A2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32 x 32</w:t>
            </w:r>
          </w:p>
        </w:tc>
        <w:tc>
          <w:tcPr>
            <w:tcW w:w="6232" w:type="dxa"/>
          </w:tcPr>
          <w:p w14:paraId="123A163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32 x 432 con profilo di pinzatura TH (KSP11), costruito da:</w:t>
            </w:r>
          </w:p>
          <w:p w14:paraId="597415A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56E717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902DF7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E444CF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D48C2E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B69A30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E9F59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228DD1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4B73F6F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094B01" w14:textId="77777777" w:rsidR="00F67365" w:rsidRPr="00896CF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008F62B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0C4752" w14:textId="17CB025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32 x 32 o equivalente.</w:t>
            </w:r>
          </w:p>
        </w:tc>
      </w:tr>
      <w:tr w:rsidR="00F67365" w14:paraId="0C00C7EF" w14:textId="77777777" w:rsidTr="00844912">
        <w:tc>
          <w:tcPr>
            <w:tcW w:w="1271" w:type="dxa"/>
          </w:tcPr>
          <w:p w14:paraId="4CA4D682" w14:textId="622580BF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28181174</w:t>
            </w:r>
          </w:p>
        </w:tc>
        <w:tc>
          <w:tcPr>
            <w:tcW w:w="2126" w:type="dxa"/>
          </w:tcPr>
          <w:p w14:paraId="53C90D1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6AC609C6" w14:textId="63092571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32 x 40</w:t>
            </w:r>
          </w:p>
        </w:tc>
        <w:tc>
          <w:tcPr>
            <w:tcW w:w="6232" w:type="dxa"/>
          </w:tcPr>
          <w:p w14:paraId="70EE4F5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32 x 40 con profilo di pinzatura TH (KSP11), costruito da:</w:t>
            </w:r>
          </w:p>
          <w:p w14:paraId="0165CC8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963A19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E3C170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24CF4D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D598889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ED7E4F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B77682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EE2FE8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54B459A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3BA0680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4298495F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A71D4E2" w14:textId="6743988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32 x 40 o equivalente.</w:t>
            </w:r>
          </w:p>
        </w:tc>
      </w:tr>
      <w:tr w:rsidR="00F67365" w14:paraId="3C393656" w14:textId="77777777" w:rsidTr="00844912">
        <w:tc>
          <w:tcPr>
            <w:tcW w:w="1271" w:type="dxa"/>
          </w:tcPr>
          <w:p w14:paraId="4095319E" w14:textId="273E6249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81176</w:t>
            </w:r>
          </w:p>
        </w:tc>
        <w:tc>
          <w:tcPr>
            <w:tcW w:w="2126" w:type="dxa"/>
          </w:tcPr>
          <w:p w14:paraId="1F4D40B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369D4208" w14:textId="71B7ACA6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40 x 32</w:t>
            </w:r>
          </w:p>
        </w:tc>
        <w:tc>
          <w:tcPr>
            <w:tcW w:w="6232" w:type="dxa"/>
          </w:tcPr>
          <w:p w14:paraId="2E67612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40 x 40 x 32 con profilo di pinzatura TH (KSP11), costruito da:</w:t>
            </w:r>
          </w:p>
          <w:p w14:paraId="4F06F0F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856AE0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105F709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86F9BE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CBD1CED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E0B7D6C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9D7837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BDAF6A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A34FB4C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D99670D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311352C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9FAF942" w14:textId="4D5AD23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40 x 40 x 32 o equivalente.</w:t>
            </w:r>
          </w:p>
        </w:tc>
      </w:tr>
      <w:tr w:rsidR="00F67365" w14:paraId="7C271169" w14:textId="77777777" w:rsidTr="00844912">
        <w:tc>
          <w:tcPr>
            <w:tcW w:w="1271" w:type="dxa"/>
          </w:tcPr>
          <w:p w14:paraId="6C946B81" w14:textId="303E62FD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28181180</w:t>
            </w:r>
          </w:p>
        </w:tc>
        <w:tc>
          <w:tcPr>
            <w:tcW w:w="2126" w:type="dxa"/>
          </w:tcPr>
          <w:p w14:paraId="64685ECC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</w:t>
            </w:r>
            <w:r>
              <w:rPr>
                <w:rFonts w:ascii="Poppins" w:hAnsi="Poppins" w:cs="Poppins"/>
                <w:bCs/>
                <w:sz w:val="20"/>
              </w:rPr>
              <w:t>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13099E9D" w14:textId="77777777" w:rsidR="00F67365" w:rsidRPr="00586F53" w:rsidRDefault="00F67365" w:rsidP="00F67365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4ED1B44" w14:textId="7316B31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 x 20 x 50</w:t>
            </w:r>
          </w:p>
        </w:tc>
        <w:tc>
          <w:tcPr>
            <w:tcW w:w="6232" w:type="dxa"/>
          </w:tcPr>
          <w:p w14:paraId="48E1733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2</w:t>
            </w:r>
            <w:r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 xml:space="preserve"> x 50 con profilo di pinzatura TH (KSP11), costruito da:</w:t>
            </w:r>
          </w:p>
          <w:p w14:paraId="0C0CDFC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64F1282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129F85F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CE2337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5CDDFA1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ACFCFE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675CF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566EC6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8877EB0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13EEEA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20x2.</w:t>
            </w:r>
          </w:p>
          <w:p w14:paraId="24C1841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73BCCA7" w14:textId="2EF439CC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2</w:t>
            </w:r>
            <w:r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50 o equivalente.</w:t>
            </w:r>
          </w:p>
        </w:tc>
      </w:tr>
      <w:tr w:rsidR="00F67365" w14:paraId="7BD2DE10" w14:textId="77777777" w:rsidTr="00844912">
        <w:tc>
          <w:tcPr>
            <w:tcW w:w="1271" w:type="dxa"/>
          </w:tcPr>
          <w:p w14:paraId="6A564EB4" w14:textId="6A5A14BC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81182</w:t>
            </w:r>
          </w:p>
        </w:tc>
        <w:tc>
          <w:tcPr>
            <w:tcW w:w="2126" w:type="dxa"/>
          </w:tcPr>
          <w:p w14:paraId="1CDA5108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0C163658" w14:textId="7E63667C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26 x 50</w:t>
            </w:r>
          </w:p>
        </w:tc>
        <w:tc>
          <w:tcPr>
            <w:tcW w:w="6232" w:type="dxa"/>
          </w:tcPr>
          <w:p w14:paraId="465FA74C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26 x 50 con profilo di pinzatura TH (KSP11), costruito da:</w:t>
            </w:r>
          </w:p>
          <w:p w14:paraId="5EA1D90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20F301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1BB4C0B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051141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17C2293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2473D0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FD967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882AB1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7EAC3AF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461F61A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26x3.</w:t>
            </w:r>
          </w:p>
          <w:p w14:paraId="1D2B220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B2F9779" w14:textId="1AC4630C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26 x 50 o equivalente.</w:t>
            </w:r>
          </w:p>
        </w:tc>
      </w:tr>
      <w:tr w:rsidR="00F67365" w14:paraId="624682E0" w14:textId="77777777" w:rsidTr="00844912">
        <w:tc>
          <w:tcPr>
            <w:tcW w:w="1271" w:type="dxa"/>
          </w:tcPr>
          <w:p w14:paraId="230B9F4A" w14:textId="7B187F4C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81184</w:t>
            </w:r>
          </w:p>
        </w:tc>
        <w:tc>
          <w:tcPr>
            <w:tcW w:w="2126" w:type="dxa"/>
          </w:tcPr>
          <w:p w14:paraId="75D892CC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0FEA966E" w14:textId="1084969F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32 x 50</w:t>
            </w:r>
          </w:p>
        </w:tc>
        <w:tc>
          <w:tcPr>
            <w:tcW w:w="6232" w:type="dxa"/>
          </w:tcPr>
          <w:p w14:paraId="499304A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32 x 50 con profilo di pinzatura TH (KSP11), costruito da:</w:t>
            </w:r>
          </w:p>
          <w:p w14:paraId="2825C7D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C7163A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5087C2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190658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3B94833A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B7B19F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A0070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23A596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384B7A9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5868FCF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6647C1A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599A472" w14:textId="69DC17A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32 x 50 o equivalente.</w:t>
            </w:r>
          </w:p>
        </w:tc>
      </w:tr>
      <w:tr w:rsidR="00F67365" w14:paraId="3CC3593D" w14:textId="77777777" w:rsidTr="00844912">
        <w:tc>
          <w:tcPr>
            <w:tcW w:w="1271" w:type="dxa"/>
          </w:tcPr>
          <w:p w14:paraId="1F7C490B" w14:textId="3B8342AC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28115524</w:t>
            </w:r>
          </w:p>
        </w:tc>
        <w:tc>
          <w:tcPr>
            <w:tcW w:w="2126" w:type="dxa"/>
          </w:tcPr>
          <w:p w14:paraId="35A1896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7E0B007C" w14:textId="1120910E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40 x 40</w:t>
            </w:r>
          </w:p>
        </w:tc>
        <w:tc>
          <w:tcPr>
            <w:tcW w:w="6232" w:type="dxa"/>
          </w:tcPr>
          <w:p w14:paraId="296983C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40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4FF0496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03C90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E6FB6F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ECBE77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F7ACA98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4BAFC5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6E73C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C5BCC7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8C0D0A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71E9EEB" w14:textId="68111FBB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40 x 40 o equivalente.</w:t>
            </w:r>
          </w:p>
        </w:tc>
      </w:tr>
      <w:tr w:rsidR="00F67365" w14:paraId="71FEA38B" w14:textId="77777777" w:rsidTr="00844912">
        <w:tc>
          <w:tcPr>
            <w:tcW w:w="1271" w:type="dxa"/>
          </w:tcPr>
          <w:p w14:paraId="27144AE4" w14:textId="73FB484F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28115310</w:t>
            </w:r>
          </w:p>
        </w:tc>
        <w:tc>
          <w:tcPr>
            <w:tcW w:w="2126" w:type="dxa"/>
          </w:tcPr>
          <w:p w14:paraId="0A11F6D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5089D283" w14:textId="6E3643A1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40 x 50</w:t>
            </w:r>
          </w:p>
        </w:tc>
        <w:tc>
          <w:tcPr>
            <w:tcW w:w="6232" w:type="dxa"/>
          </w:tcPr>
          <w:p w14:paraId="32CD6EE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40 x 50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0E25424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466B8E6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742061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2AF16F7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B4CDA8E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E693C4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63A163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D73B63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B23361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25DC295" w14:textId="30DE50AB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40 x 50 o equivalente.</w:t>
            </w:r>
          </w:p>
        </w:tc>
      </w:tr>
      <w:tr w:rsidR="00F67365" w14:paraId="1FDB8BEE" w14:textId="77777777" w:rsidTr="00844912">
        <w:tc>
          <w:tcPr>
            <w:tcW w:w="1271" w:type="dxa"/>
          </w:tcPr>
          <w:p w14:paraId="683AD24C" w14:textId="5BC97AD3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81186</w:t>
            </w:r>
          </w:p>
        </w:tc>
        <w:tc>
          <w:tcPr>
            <w:tcW w:w="2126" w:type="dxa"/>
          </w:tcPr>
          <w:p w14:paraId="5B79CE2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33A29E3A" w14:textId="6AE6EF1B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 x 32</w:t>
            </w:r>
          </w:p>
        </w:tc>
        <w:tc>
          <w:tcPr>
            <w:tcW w:w="6232" w:type="dxa"/>
          </w:tcPr>
          <w:p w14:paraId="386FD47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50 x 32 con profilo di pinzatura TH (KSP11), costruito da:</w:t>
            </w:r>
          </w:p>
          <w:p w14:paraId="3535FA2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2CA4A6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559495D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045969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8AF539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926597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42F80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7312D0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499709C" w14:textId="77777777" w:rsidR="00F67365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D81EF4E" w14:textId="77777777" w:rsidR="00F67365" w:rsidRPr="0089630E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211E9">
              <w:rPr>
                <w:rFonts w:ascii="Poppins" w:hAnsi="Poppins" w:cs="Poppins"/>
                <w:sz w:val="20"/>
              </w:rPr>
              <w:t>Funzione</w:t>
            </w:r>
            <w:r>
              <w:rPr>
                <w:rFonts w:ascii="Poppins" w:hAnsi="Poppins" w:cs="Poppins"/>
                <w:sz w:val="20"/>
              </w:rPr>
              <w:t xml:space="preserve"> LBP sono nelle derivazioni 32x3.</w:t>
            </w:r>
          </w:p>
          <w:p w14:paraId="2CC66CF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09CF123" w14:textId="534FDDE1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x 32 o equivalente.</w:t>
            </w:r>
          </w:p>
        </w:tc>
      </w:tr>
      <w:tr w:rsidR="00F67365" w14:paraId="5C27E3E2" w14:textId="77777777" w:rsidTr="00844912">
        <w:tc>
          <w:tcPr>
            <w:tcW w:w="1271" w:type="dxa"/>
          </w:tcPr>
          <w:p w14:paraId="078E0356" w14:textId="39FFF4E1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28115528</w:t>
            </w:r>
          </w:p>
        </w:tc>
        <w:tc>
          <w:tcPr>
            <w:tcW w:w="2126" w:type="dxa"/>
          </w:tcPr>
          <w:p w14:paraId="2B62240C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6E22BFD9" w14:textId="6F0D9EB2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50 x 40</w:t>
            </w:r>
          </w:p>
        </w:tc>
        <w:tc>
          <w:tcPr>
            <w:tcW w:w="6232" w:type="dxa"/>
          </w:tcPr>
          <w:p w14:paraId="788E17A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50 x 50 x 40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7E2E981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8E9C2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60860B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A74798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166C002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DE0B44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071512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642151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02FCC6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626DE38" w14:textId="64C0617B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50 x 50 x 40 o equivalente.</w:t>
            </w:r>
          </w:p>
        </w:tc>
      </w:tr>
      <w:tr w:rsidR="00F67365" w14:paraId="1595489B" w14:textId="77777777" w:rsidTr="00844912">
        <w:tc>
          <w:tcPr>
            <w:tcW w:w="1271" w:type="dxa"/>
          </w:tcPr>
          <w:p w14:paraId="7B971553" w14:textId="43688705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28115406</w:t>
            </w:r>
          </w:p>
        </w:tc>
        <w:tc>
          <w:tcPr>
            <w:tcW w:w="2126" w:type="dxa"/>
          </w:tcPr>
          <w:p w14:paraId="1C10B4C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6E1A1553" w14:textId="47F396E6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63 x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>0 x 63</w:t>
            </w:r>
          </w:p>
        </w:tc>
        <w:tc>
          <w:tcPr>
            <w:tcW w:w="6232" w:type="dxa"/>
          </w:tcPr>
          <w:p w14:paraId="66F0CB4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TEE intermedio ridotto, misura 63 x </w:t>
            </w:r>
            <w:r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>0 x 63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3EB30E7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763F342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1C1F56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8F0FDF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04AA19A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A265A6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65EF0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7D8F33A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9BCBD1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9B0FADF" w14:textId="58B01E0F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63 x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0 x 63 o equivalente.</w:t>
            </w:r>
          </w:p>
        </w:tc>
      </w:tr>
      <w:tr w:rsidR="00F67365" w14:paraId="68E6D719" w14:textId="77777777" w:rsidTr="00844912">
        <w:tc>
          <w:tcPr>
            <w:tcW w:w="1271" w:type="dxa"/>
          </w:tcPr>
          <w:p w14:paraId="748A5B9B" w14:textId="777E1085" w:rsidR="00F67365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28115330</w:t>
            </w:r>
          </w:p>
        </w:tc>
        <w:tc>
          <w:tcPr>
            <w:tcW w:w="2126" w:type="dxa"/>
          </w:tcPr>
          <w:p w14:paraId="3A4CADCF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7AE9313B" w14:textId="2AB4C2D4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50 x 63</w:t>
            </w:r>
          </w:p>
        </w:tc>
        <w:tc>
          <w:tcPr>
            <w:tcW w:w="6232" w:type="dxa"/>
          </w:tcPr>
          <w:p w14:paraId="73A316A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63 x 50 x 63 con profilo di pinzatura TH (KSP11)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52A9FEF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A7C1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4A699D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669BAA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12B87AC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E00788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31C788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647F1B7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3110AEE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12A23D" w14:textId="6812C150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63 x 50 x 63 o equivalente.</w:t>
            </w:r>
          </w:p>
        </w:tc>
      </w:tr>
      <w:tr w:rsidR="00F67365" w14:paraId="04A4BB16" w14:textId="77777777" w:rsidTr="006D647F">
        <w:tc>
          <w:tcPr>
            <w:tcW w:w="1271" w:type="dxa"/>
          </w:tcPr>
          <w:p w14:paraId="3BBCFB08" w14:textId="328EFB65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2811554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126" w:type="dxa"/>
          </w:tcPr>
          <w:p w14:paraId="324F29A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36ECBDDC" w14:textId="21FDF550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40 x 75</w:t>
            </w:r>
          </w:p>
        </w:tc>
        <w:tc>
          <w:tcPr>
            <w:tcW w:w="6232" w:type="dxa"/>
          </w:tcPr>
          <w:p w14:paraId="26B8CB6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75 x 40 x 75 con profilo di pinzatura TH (KSP11)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sz w:val="20"/>
              </w:rPr>
              <w:t>e F (KSP2)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A5F803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CC5888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112994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618E04A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055D47D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7C5740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005E3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622A8C7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55B851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ED3F682" w14:textId="730D0D8E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40 x 75 o equivalente.</w:t>
            </w:r>
          </w:p>
        </w:tc>
      </w:tr>
      <w:tr w:rsidR="00F67365" w14:paraId="70B6378B" w14:textId="77777777" w:rsidTr="006D647F">
        <w:tc>
          <w:tcPr>
            <w:tcW w:w="1271" w:type="dxa"/>
          </w:tcPr>
          <w:p w14:paraId="3EA9F703" w14:textId="56CDF0C1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28115548</w:t>
            </w:r>
          </w:p>
        </w:tc>
        <w:tc>
          <w:tcPr>
            <w:tcW w:w="2126" w:type="dxa"/>
          </w:tcPr>
          <w:p w14:paraId="3599F2C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5D3288A0" w14:textId="6E04A8BE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50 x 75</w:t>
            </w:r>
          </w:p>
        </w:tc>
        <w:tc>
          <w:tcPr>
            <w:tcW w:w="6232" w:type="dxa"/>
          </w:tcPr>
          <w:p w14:paraId="43CA6E0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ridotto, misura 75 x 50 x 75 con profilo di pinzatura TH (KSP11) e F (KSP2)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47EC80E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71AD14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ADB47B7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95B16C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6861F06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260E24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D5810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4EC2DA9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4484A1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41C675E" w14:textId="044F2488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75 x 50 x 75 o equivalente.</w:t>
            </w:r>
          </w:p>
        </w:tc>
      </w:tr>
      <w:tr w:rsidR="00F67365" w14:paraId="1AF01905" w14:textId="77777777" w:rsidTr="006D647F">
        <w:tc>
          <w:tcPr>
            <w:tcW w:w="1271" w:type="dxa"/>
          </w:tcPr>
          <w:p w14:paraId="197DCAC1" w14:textId="6B393684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28115566</w:t>
            </w:r>
          </w:p>
        </w:tc>
        <w:tc>
          <w:tcPr>
            <w:tcW w:w="2126" w:type="dxa"/>
          </w:tcPr>
          <w:p w14:paraId="0CED603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ridotto</w:t>
            </w:r>
          </w:p>
          <w:p w14:paraId="435C5A81" w14:textId="0991C86C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75 x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75</w:t>
            </w:r>
          </w:p>
        </w:tc>
        <w:tc>
          <w:tcPr>
            <w:tcW w:w="6232" w:type="dxa"/>
          </w:tcPr>
          <w:p w14:paraId="38C29CE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TEE intermedio ridotto, misura 75 x </w:t>
            </w:r>
            <w:r>
              <w:rPr>
                <w:rFonts w:ascii="Poppins" w:hAnsi="Poppins" w:cs="Poppins"/>
                <w:sz w:val="20"/>
              </w:rPr>
              <w:t>63</w:t>
            </w:r>
            <w:r w:rsidRPr="00844912">
              <w:rPr>
                <w:rFonts w:ascii="Poppins" w:hAnsi="Poppins" w:cs="Poppins"/>
                <w:sz w:val="20"/>
              </w:rPr>
              <w:t xml:space="preserve"> x 75 con profilo di pinzatura TH (KSP11) e F (KSP2)</w:t>
            </w:r>
            <w:r>
              <w:rPr>
                <w:rFonts w:ascii="Poppins" w:hAnsi="Poppins" w:cs="Poppins"/>
                <w:sz w:val="20"/>
              </w:rPr>
              <w:t>,</w:t>
            </w:r>
            <w:r w:rsidRPr="00844912">
              <w:rPr>
                <w:rFonts w:ascii="Poppins" w:hAnsi="Poppins" w:cs="Poppins"/>
                <w:sz w:val="20"/>
              </w:rPr>
              <w:t xml:space="preserve"> costruito da:</w:t>
            </w:r>
          </w:p>
          <w:p w14:paraId="1D0ABA5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F9C573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BCA426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96335F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E1989E9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4CC994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821B09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F8011E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5F3BB99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D7CE1D2" w14:textId="114B9433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75 x </w:t>
            </w:r>
            <w:r>
              <w:rPr>
                <w:rFonts w:ascii="Poppins" w:hAnsi="Poppins" w:cs="Poppins"/>
                <w:b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75 o equivalente.</w:t>
            </w:r>
          </w:p>
        </w:tc>
      </w:tr>
      <w:tr w:rsidR="00F67365" w14:paraId="3E348482" w14:textId="77777777" w:rsidTr="00844912">
        <w:tc>
          <w:tcPr>
            <w:tcW w:w="1271" w:type="dxa"/>
            <w:hideMark/>
          </w:tcPr>
          <w:p w14:paraId="35AE878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28115350</w:t>
            </w:r>
          </w:p>
        </w:tc>
        <w:tc>
          <w:tcPr>
            <w:tcW w:w="2126" w:type="dxa"/>
            <w:hideMark/>
          </w:tcPr>
          <w:p w14:paraId="039254C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1FCB577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3/4" x 40</w:t>
            </w:r>
          </w:p>
        </w:tc>
        <w:tc>
          <w:tcPr>
            <w:tcW w:w="6232" w:type="dxa"/>
          </w:tcPr>
          <w:p w14:paraId="56E7762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40 x 3/4" x 40 con profilo di pinzatura TH (KSP11) costruito da:</w:t>
            </w:r>
          </w:p>
          <w:p w14:paraId="08AB9A2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A4636B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32ADF52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6A3B25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60FE6CA7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B9B3ED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DC5FDAB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1FA15AD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C27D702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F7031D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40 x 3/4" x 40 o equivalente.</w:t>
            </w:r>
          </w:p>
        </w:tc>
      </w:tr>
      <w:tr w:rsidR="00F67365" w14:paraId="1A33E517" w14:textId="77777777" w:rsidTr="00844912">
        <w:tc>
          <w:tcPr>
            <w:tcW w:w="1271" w:type="dxa"/>
            <w:hideMark/>
          </w:tcPr>
          <w:p w14:paraId="7FCC37A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28115360</w:t>
            </w:r>
          </w:p>
        </w:tc>
        <w:tc>
          <w:tcPr>
            <w:tcW w:w="2126" w:type="dxa"/>
            <w:hideMark/>
          </w:tcPr>
          <w:p w14:paraId="588100D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680A81BC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 x 40</w:t>
            </w:r>
          </w:p>
        </w:tc>
        <w:tc>
          <w:tcPr>
            <w:tcW w:w="6232" w:type="dxa"/>
          </w:tcPr>
          <w:p w14:paraId="762001A1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40 x 1" x 40 con profilo di pinzatura TH (KSP11) costruito da:</w:t>
            </w:r>
          </w:p>
          <w:p w14:paraId="44EB72C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79E13E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66F65A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A9CA45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06599F89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749FCE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C77CAE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AAF3D4F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7FCFC72D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119147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40 x 1" x 40 o equivalente.</w:t>
            </w:r>
          </w:p>
        </w:tc>
      </w:tr>
      <w:tr w:rsidR="00F67365" w14:paraId="3684B1D9" w14:textId="77777777" w:rsidTr="00844912">
        <w:tc>
          <w:tcPr>
            <w:tcW w:w="1271" w:type="dxa"/>
            <w:hideMark/>
          </w:tcPr>
          <w:p w14:paraId="53E8697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28115530</w:t>
            </w:r>
          </w:p>
        </w:tc>
        <w:tc>
          <w:tcPr>
            <w:tcW w:w="2126" w:type="dxa"/>
            <w:hideMark/>
          </w:tcPr>
          <w:p w14:paraId="1623BAD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73C3F9E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40 x 1”1/4 x 40</w:t>
            </w:r>
          </w:p>
        </w:tc>
        <w:tc>
          <w:tcPr>
            <w:tcW w:w="6232" w:type="dxa"/>
          </w:tcPr>
          <w:p w14:paraId="4056584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40 x 1"1/4 x 40 con profilo di pinzatura TH (KSP11) costruito da:</w:t>
            </w:r>
          </w:p>
          <w:p w14:paraId="4B84608C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3078B7C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22EE36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7BD689E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70767368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36580B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DC49D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4092DD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F2FA90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2746648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40 x 1"1/4 x 40 o equivalente.</w:t>
            </w:r>
          </w:p>
        </w:tc>
      </w:tr>
      <w:tr w:rsidR="00F67365" w14:paraId="713DE943" w14:textId="77777777" w:rsidTr="00844912">
        <w:tc>
          <w:tcPr>
            <w:tcW w:w="1271" w:type="dxa"/>
            <w:hideMark/>
          </w:tcPr>
          <w:p w14:paraId="1BA7959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28115370</w:t>
            </w:r>
          </w:p>
        </w:tc>
        <w:tc>
          <w:tcPr>
            <w:tcW w:w="2126" w:type="dxa"/>
            <w:hideMark/>
          </w:tcPr>
          <w:p w14:paraId="0721BD5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34684D2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3/4" x 50</w:t>
            </w:r>
          </w:p>
        </w:tc>
        <w:tc>
          <w:tcPr>
            <w:tcW w:w="6232" w:type="dxa"/>
          </w:tcPr>
          <w:p w14:paraId="20658A2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50 x 3/4" x 50 con profilo di pinzatura TH (KSP11) costruito da:</w:t>
            </w:r>
          </w:p>
          <w:p w14:paraId="72717C4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6B919D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06211E8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3F9DF21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95C7721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B52F79E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8F23EF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065758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F5A649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9D165D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50 x 3/4" x 50 o equivalente.</w:t>
            </w:r>
          </w:p>
        </w:tc>
      </w:tr>
      <w:tr w:rsidR="00F67365" w14:paraId="5C754B04" w14:textId="77777777" w:rsidTr="00844912">
        <w:tc>
          <w:tcPr>
            <w:tcW w:w="1271" w:type="dxa"/>
            <w:hideMark/>
          </w:tcPr>
          <w:p w14:paraId="6F2A93AB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28115380</w:t>
            </w:r>
          </w:p>
        </w:tc>
        <w:tc>
          <w:tcPr>
            <w:tcW w:w="2126" w:type="dxa"/>
            <w:hideMark/>
          </w:tcPr>
          <w:p w14:paraId="4F6FE95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135800A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1” x 50</w:t>
            </w:r>
          </w:p>
        </w:tc>
        <w:tc>
          <w:tcPr>
            <w:tcW w:w="6232" w:type="dxa"/>
          </w:tcPr>
          <w:p w14:paraId="321CFFA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50 x 1" x 50 con profilo di pinzatura TH (KSP11) costruito da:</w:t>
            </w:r>
          </w:p>
          <w:p w14:paraId="1D88510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1987B1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21B5FDA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DD0347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779F321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C71056A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E997D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5A72CEE6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01782573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94162B9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50 x 1" x 50 o equivalente.</w:t>
            </w:r>
          </w:p>
        </w:tc>
      </w:tr>
      <w:tr w:rsidR="00F67365" w14:paraId="68009B06" w14:textId="77777777" w:rsidTr="00844912">
        <w:tc>
          <w:tcPr>
            <w:tcW w:w="1271" w:type="dxa"/>
            <w:hideMark/>
          </w:tcPr>
          <w:p w14:paraId="1ACBCEEB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28115532</w:t>
            </w:r>
          </w:p>
        </w:tc>
        <w:tc>
          <w:tcPr>
            <w:tcW w:w="2126" w:type="dxa"/>
            <w:hideMark/>
          </w:tcPr>
          <w:p w14:paraId="17CDC785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4C6BEAFE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50 x 1”1/4 x 50</w:t>
            </w:r>
          </w:p>
        </w:tc>
        <w:tc>
          <w:tcPr>
            <w:tcW w:w="6232" w:type="dxa"/>
          </w:tcPr>
          <w:p w14:paraId="6322FC8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50 x 1"1/4 x 50 con profilo di pinzatura TH (KSP11) costruito da:</w:t>
            </w:r>
          </w:p>
          <w:p w14:paraId="503E69E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570EEB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58821C9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128EFB30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247145E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BE508E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C936CF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EC7506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2F63C2F4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13ACE1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50 x 1"1/4 x 50 o equivalente.</w:t>
            </w:r>
          </w:p>
        </w:tc>
      </w:tr>
      <w:tr w:rsidR="00F67365" w14:paraId="5B219E1C" w14:textId="77777777" w:rsidTr="00844912">
        <w:tc>
          <w:tcPr>
            <w:tcW w:w="1271" w:type="dxa"/>
            <w:hideMark/>
          </w:tcPr>
          <w:p w14:paraId="7A481323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28115390</w:t>
            </w:r>
          </w:p>
        </w:tc>
        <w:tc>
          <w:tcPr>
            <w:tcW w:w="2126" w:type="dxa"/>
            <w:hideMark/>
          </w:tcPr>
          <w:p w14:paraId="3A131D6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0A5AC8DD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1” x 63</w:t>
            </w:r>
          </w:p>
        </w:tc>
        <w:tc>
          <w:tcPr>
            <w:tcW w:w="6232" w:type="dxa"/>
          </w:tcPr>
          <w:p w14:paraId="57D889B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63 x 1" x 63 con profilo di pinzatura TH (KSP11) costruito da:</w:t>
            </w:r>
          </w:p>
          <w:p w14:paraId="292843F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08C438B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6ABFAF98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56C05D7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2CCF8D9B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1783D3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D0380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0B021301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699FB227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E826320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63 x 1" x 63 o equivalente.</w:t>
            </w:r>
          </w:p>
        </w:tc>
      </w:tr>
      <w:tr w:rsidR="00F67365" w14:paraId="5F107EEA" w14:textId="77777777" w:rsidTr="00844912">
        <w:tc>
          <w:tcPr>
            <w:tcW w:w="1271" w:type="dxa"/>
            <w:hideMark/>
          </w:tcPr>
          <w:p w14:paraId="33BB900F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28115400</w:t>
            </w:r>
          </w:p>
        </w:tc>
        <w:tc>
          <w:tcPr>
            <w:tcW w:w="2126" w:type="dxa"/>
            <w:hideMark/>
          </w:tcPr>
          <w:p w14:paraId="3D925AE7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32B62663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63 x 1”1/4 x 63</w:t>
            </w:r>
          </w:p>
        </w:tc>
        <w:tc>
          <w:tcPr>
            <w:tcW w:w="6232" w:type="dxa"/>
          </w:tcPr>
          <w:p w14:paraId="10EB6EF9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63 x 1"1/4 x 63 con profilo di pinzatura TH (KSP11) costruito da:</w:t>
            </w:r>
          </w:p>
          <w:p w14:paraId="330CF31E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12D7834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70D39879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008D52D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48AEF551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B05F2A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3AC7E3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2013136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16DD0CC6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93FC90B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63 x 1"1/4 x 63 o equivalente.</w:t>
            </w:r>
          </w:p>
        </w:tc>
      </w:tr>
      <w:tr w:rsidR="00F67365" w14:paraId="0F70371A" w14:textId="77777777" w:rsidTr="00844912">
        <w:tc>
          <w:tcPr>
            <w:tcW w:w="1271" w:type="dxa"/>
            <w:hideMark/>
          </w:tcPr>
          <w:p w14:paraId="16E1C1A2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28115550</w:t>
            </w:r>
          </w:p>
        </w:tc>
        <w:tc>
          <w:tcPr>
            <w:tcW w:w="2126" w:type="dxa"/>
            <w:hideMark/>
          </w:tcPr>
          <w:p w14:paraId="6DCE2988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TEE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intermedio con derivazione femmina</w:t>
            </w:r>
          </w:p>
          <w:p w14:paraId="191C43C4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75 x 1” x 75</w:t>
            </w:r>
          </w:p>
        </w:tc>
        <w:tc>
          <w:tcPr>
            <w:tcW w:w="6232" w:type="dxa"/>
          </w:tcPr>
          <w:p w14:paraId="6C606555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TEE intermedio con derivazione femmina, misura 75 x 1" x 75 con profilo di pinzatura TH (KSP11) e F (KSP2) costruito da:</w:t>
            </w:r>
          </w:p>
          <w:p w14:paraId="491C5162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Corpo in ottone CW 617N nichelato solo in superficie</w:t>
            </w:r>
          </w:p>
          <w:p w14:paraId="5E6AFED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 xml:space="preserve">Anello </w:t>
            </w:r>
            <w:proofErr w:type="spellStart"/>
            <w:r w:rsidRPr="00844912">
              <w:rPr>
                <w:rFonts w:ascii="Poppins" w:hAnsi="Poppins" w:cs="Poppins"/>
              </w:rPr>
              <w:t>portabussola</w:t>
            </w:r>
            <w:proofErr w:type="spellEnd"/>
            <w:r w:rsidRPr="00844912">
              <w:rPr>
                <w:rFonts w:ascii="Poppins" w:hAnsi="Poppins" w:cs="Poppins"/>
              </w:rPr>
              <w:t xml:space="preserve"> in PA 6 di colore blu</w:t>
            </w:r>
          </w:p>
          <w:p w14:paraId="49BF103D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Bussola in acciaio inox AISI 304 ricotto</w:t>
            </w:r>
          </w:p>
          <w:p w14:paraId="41DECC5A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844912">
              <w:rPr>
                <w:rFonts w:ascii="Poppins" w:hAnsi="Poppins" w:cs="Poppins"/>
              </w:rPr>
              <w:t>Doppio O-ring in EPDM</w:t>
            </w:r>
          </w:p>
          <w:p w14:paraId="1B526A85" w14:textId="77777777" w:rsidR="00F67365" w:rsidRPr="00844912" w:rsidRDefault="00F67365" w:rsidP="00F67365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3CD3148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1E85D24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Temperatura massima di esercizio: 95 °C</w:t>
            </w:r>
          </w:p>
          <w:p w14:paraId="3A49FA95" w14:textId="77777777" w:rsidR="00F67365" w:rsidRPr="00844912" w:rsidRDefault="00F67365" w:rsidP="00F67365">
            <w:pPr>
              <w:pStyle w:val="Paragrafoelenco"/>
              <w:numPr>
                <w:ilvl w:val="0"/>
                <w:numId w:val="22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844912">
              <w:rPr>
                <w:rFonts w:ascii="Poppins" w:hAnsi="Poppins" w:cs="Poppins"/>
              </w:rPr>
              <w:t>Pressione massima di esercizio: 10 bar</w:t>
            </w:r>
          </w:p>
          <w:p w14:paraId="431EEB10" w14:textId="77777777" w:rsidR="00F67365" w:rsidRPr="00844912" w:rsidRDefault="00F67365" w:rsidP="00F67365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42CA2DA" w14:textId="77777777" w:rsidR="00F67365" w:rsidRPr="00844912" w:rsidRDefault="00F67365" w:rsidP="00F673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TEE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intermedio con derivazione femmina 75 x 1" x 75 o equivalente.</w:t>
            </w:r>
          </w:p>
        </w:tc>
      </w:tr>
      <w:tr w:rsidR="002D31FB" w14:paraId="0CF26731" w14:textId="77777777" w:rsidTr="00844912">
        <w:tc>
          <w:tcPr>
            <w:tcW w:w="1271" w:type="dxa"/>
          </w:tcPr>
          <w:p w14:paraId="7389AC65" w14:textId="2BD0002F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28101686</w:t>
            </w:r>
          </w:p>
        </w:tc>
        <w:tc>
          <w:tcPr>
            <w:tcW w:w="2126" w:type="dxa"/>
          </w:tcPr>
          <w:p w14:paraId="65A3D72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 rame cromato</w:t>
            </w:r>
          </w:p>
          <w:p w14:paraId="03A78679" w14:textId="5980CE79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Ø 15 x 1/2" M </w:t>
            </w:r>
          </w:p>
        </w:tc>
        <w:tc>
          <w:tcPr>
            <w:tcW w:w="6232" w:type="dxa"/>
          </w:tcPr>
          <w:p w14:paraId="3D7DEEB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Tubo in rame cromato, misura Ø 15 x 1/2" M (l 175 mm) </w:t>
            </w:r>
          </w:p>
          <w:p w14:paraId="233BDED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Non idoneo per impianti sanitari.</w:t>
            </w:r>
          </w:p>
          <w:p w14:paraId="4AE18BD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DE7319" w14:textId="49BEA2DA" w:rsidR="002D31FB" w:rsidRPr="00844912" w:rsidRDefault="002D31FB" w:rsidP="002D31FB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in rame cromato Ø 15 x 1/2" M o equivalente.</w:t>
            </w:r>
          </w:p>
        </w:tc>
      </w:tr>
      <w:tr w:rsidR="002D31FB" w14:paraId="24A74451" w14:textId="77777777" w:rsidTr="00F67365">
        <w:tc>
          <w:tcPr>
            <w:tcW w:w="1271" w:type="dxa"/>
          </w:tcPr>
          <w:p w14:paraId="1659A556" w14:textId="62D8FBBA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28101708</w:t>
            </w:r>
          </w:p>
        </w:tc>
        <w:tc>
          <w:tcPr>
            <w:tcW w:w="2126" w:type="dxa"/>
          </w:tcPr>
          <w:p w14:paraId="393DF28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Raccordo a gomito con tubo in rame cromato</w:t>
            </w:r>
          </w:p>
          <w:p w14:paraId="15F9CEDF" w14:textId="188DE45C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Ø 15</w:t>
            </w:r>
          </w:p>
        </w:tc>
        <w:tc>
          <w:tcPr>
            <w:tcW w:w="6232" w:type="dxa"/>
          </w:tcPr>
          <w:p w14:paraId="167E638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Raccordo a gomito con tubo in rame, 16 x Ø 15.</w:t>
            </w:r>
          </w:p>
          <w:p w14:paraId="09BE190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Non idoneo per impianti sanitari.</w:t>
            </w:r>
          </w:p>
          <w:p w14:paraId="5CD2DE3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64C35B" w14:textId="20A48295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Raccordo a gomito con tubo in rame cromato 16 x Ø 15 o equivalente.</w:t>
            </w:r>
          </w:p>
        </w:tc>
      </w:tr>
      <w:tr w:rsidR="002D31FB" w14:paraId="64CDE2B7" w14:textId="77777777" w:rsidTr="00F67365">
        <w:tc>
          <w:tcPr>
            <w:tcW w:w="1271" w:type="dxa"/>
          </w:tcPr>
          <w:p w14:paraId="3FF48B20" w14:textId="1BB28A7D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9985R001</w:t>
            </w:r>
          </w:p>
        </w:tc>
        <w:tc>
          <w:tcPr>
            <w:tcW w:w="2126" w:type="dxa"/>
          </w:tcPr>
          <w:p w14:paraId="078E64EC" w14:textId="2B77995B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Cs/>
                <w:sz w:val="20"/>
              </w:rPr>
              <w:t>Raccordo a pressare per riparazione tubi multistrato 16 x 16</w:t>
            </w:r>
          </w:p>
        </w:tc>
        <w:tc>
          <w:tcPr>
            <w:tcW w:w="6232" w:type="dxa"/>
          </w:tcPr>
          <w:p w14:paraId="2642F786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a pressare per riparazione tubi multistrato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 xml:space="preserve">,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 xml:space="preserve"> RA,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>.</w:t>
            </w:r>
          </w:p>
          <w:p w14:paraId="721EA3BF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C7CCEF3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telescopico a pressare, in ottone CW617N ed o-ring in EPDM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PEROX, per la riparazione di tubazioni multistrato danneggiate.</w:t>
            </w:r>
          </w:p>
          <w:p w14:paraId="7B1BFDCA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Misura: 16 x 16</w:t>
            </w:r>
          </w:p>
          <w:p w14:paraId="7BE43374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Profilo: TH (KSP11)</w:t>
            </w:r>
          </w:p>
          <w:p w14:paraId="7C96D9C1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DB36B1" w14:textId="422CC19E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/>
                <w:bCs/>
                <w:sz w:val="20"/>
              </w:rPr>
              <w:t>Marca Emmeti - Modello Raccordo a pressare 16 x 16 o equivalente.</w:t>
            </w:r>
          </w:p>
        </w:tc>
      </w:tr>
      <w:tr w:rsidR="002D31FB" w14:paraId="66DCDE01" w14:textId="77777777" w:rsidTr="00F67365">
        <w:tc>
          <w:tcPr>
            <w:tcW w:w="1271" w:type="dxa"/>
          </w:tcPr>
          <w:p w14:paraId="497F7796" w14:textId="4A0C91A8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9985R002</w:t>
            </w:r>
          </w:p>
        </w:tc>
        <w:tc>
          <w:tcPr>
            <w:tcW w:w="2126" w:type="dxa"/>
          </w:tcPr>
          <w:p w14:paraId="4C87B65F" w14:textId="5F3CA9E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Cs/>
                <w:sz w:val="20"/>
              </w:rPr>
              <w:t xml:space="preserve">Raccordo a pressare per riparazione tubi multistrato </w:t>
            </w:r>
            <w:r>
              <w:rPr>
                <w:rFonts w:ascii="Poppins" w:hAnsi="Poppins" w:cs="Poppins"/>
                <w:bCs/>
                <w:sz w:val="20"/>
              </w:rPr>
              <w:t>20 x 20</w:t>
            </w:r>
          </w:p>
        </w:tc>
        <w:tc>
          <w:tcPr>
            <w:tcW w:w="6232" w:type="dxa"/>
          </w:tcPr>
          <w:p w14:paraId="354EF4E3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a pressare per riparazione tubi multistrato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 xml:space="preserve">,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 xml:space="preserve"> RA,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>.</w:t>
            </w:r>
          </w:p>
          <w:p w14:paraId="31156682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0A4BFD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telescopico a pressare, in ottone CW617N ed o-ring in EPDM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PEROX, per la riparazione di tubazioni multistrato danneggiate.</w:t>
            </w:r>
          </w:p>
          <w:p w14:paraId="2F11FCAE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20 x 20</w:t>
            </w:r>
          </w:p>
          <w:p w14:paraId="60177BE5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Profilo: TH (KSP11)</w:t>
            </w:r>
          </w:p>
          <w:p w14:paraId="7FF8F47A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CEC15E" w14:textId="0CC7E8EE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Marca Emmeti - Modello Raccordo a pressare </w:t>
            </w:r>
            <w:r>
              <w:rPr>
                <w:rFonts w:ascii="Poppins" w:hAnsi="Poppins" w:cs="Poppins"/>
                <w:b/>
                <w:bCs/>
                <w:sz w:val="20"/>
              </w:rPr>
              <w:t>20 x 20</w:t>
            </w: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D31FB" w14:paraId="11D74874" w14:textId="77777777" w:rsidTr="00F67365">
        <w:tc>
          <w:tcPr>
            <w:tcW w:w="1271" w:type="dxa"/>
          </w:tcPr>
          <w:p w14:paraId="423DC8AB" w14:textId="6C3FA8A2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9985R003</w:t>
            </w:r>
          </w:p>
        </w:tc>
        <w:tc>
          <w:tcPr>
            <w:tcW w:w="2126" w:type="dxa"/>
          </w:tcPr>
          <w:p w14:paraId="0742B569" w14:textId="61353534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Cs/>
                <w:sz w:val="20"/>
              </w:rPr>
              <w:t xml:space="preserve">Raccordo a pressare per riparazione tubi multistrato </w:t>
            </w:r>
            <w:r>
              <w:rPr>
                <w:rFonts w:ascii="Poppins" w:hAnsi="Poppins" w:cs="Poppins"/>
                <w:bCs/>
                <w:sz w:val="20"/>
              </w:rPr>
              <w:t>26 x 26</w:t>
            </w:r>
          </w:p>
        </w:tc>
        <w:tc>
          <w:tcPr>
            <w:tcW w:w="6232" w:type="dxa"/>
          </w:tcPr>
          <w:p w14:paraId="5146EA86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a pressare per riparazione tubi multistrato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 xml:space="preserve">,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 xml:space="preserve"> RA,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A71AC7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A71AC7">
              <w:rPr>
                <w:rFonts w:ascii="Poppins" w:hAnsi="Poppins" w:cs="Poppins"/>
                <w:sz w:val="20"/>
              </w:rPr>
              <w:t>.</w:t>
            </w:r>
          </w:p>
          <w:p w14:paraId="28A00055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3974B4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Raccordo telescopico a pressare, in ottone CW617N ed o-ring in EPDM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A71AC7">
              <w:rPr>
                <w:rFonts w:ascii="Poppins" w:hAnsi="Poppins" w:cs="Poppins"/>
                <w:sz w:val="20"/>
              </w:rPr>
              <w:t>PEROX, per la riparazione di tubazioni multistrato danneggiate.</w:t>
            </w:r>
          </w:p>
          <w:p w14:paraId="403EDD3B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26 x 26</w:t>
            </w:r>
          </w:p>
          <w:p w14:paraId="46B9F0FB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A71AC7">
              <w:rPr>
                <w:rFonts w:ascii="Poppins" w:hAnsi="Poppins" w:cs="Poppins"/>
                <w:sz w:val="20"/>
              </w:rPr>
              <w:t>Profilo: TH (KSP11)</w:t>
            </w:r>
          </w:p>
          <w:p w14:paraId="665EB123" w14:textId="77777777" w:rsidR="002D31FB" w:rsidRPr="00A71AC7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F785DC" w14:textId="59BE7164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Marca Emmeti - Modello Raccordo a pressare </w:t>
            </w:r>
            <w:r>
              <w:rPr>
                <w:rFonts w:ascii="Poppins" w:hAnsi="Poppins" w:cs="Poppins"/>
                <w:b/>
                <w:bCs/>
                <w:sz w:val="20"/>
              </w:rPr>
              <w:t>26 x 26</w:t>
            </w:r>
            <w:r w:rsidRPr="00A71AC7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D31FB" w14:paraId="32C0CB9C" w14:textId="77777777" w:rsidTr="00844912">
        <w:tc>
          <w:tcPr>
            <w:tcW w:w="1271" w:type="dxa"/>
            <w:hideMark/>
          </w:tcPr>
          <w:p w14:paraId="741C837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28104062</w:t>
            </w:r>
          </w:p>
        </w:tc>
        <w:tc>
          <w:tcPr>
            <w:tcW w:w="2126" w:type="dxa"/>
            <w:hideMark/>
          </w:tcPr>
          <w:p w14:paraId="04EB916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zincata ad incasso per gomiti flangiati in kit da 10 staffe</w:t>
            </w:r>
          </w:p>
        </w:tc>
        <w:tc>
          <w:tcPr>
            <w:tcW w:w="6232" w:type="dxa"/>
          </w:tcPr>
          <w:p w14:paraId="5C368A0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Staffa zincata ad incasso per gomiti flangiati in kit da 10 staffe.</w:t>
            </w:r>
          </w:p>
          <w:p w14:paraId="3359949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0EA7511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Sull’asse 153 mm consente di fissare i gomiti flangiati in 4 differenti angolatura.</w:t>
            </w:r>
          </w:p>
          <w:p w14:paraId="43DE6AB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B1EC3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in kit da 10 staffe o equivalente.</w:t>
            </w:r>
          </w:p>
        </w:tc>
      </w:tr>
      <w:tr w:rsidR="002D31FB" w14:paraId="67DB3C47" w14:textId="77777777" w:rsidTr="00844912">
        <w:tc>
          <w:tcPr>
            <w:tcW w:w="1271" w:type="dxa"/>
            <w:hideMark/>
          </w:tcPr>
          <w:p w14:paraId="294FE54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28101530</w:t>
            </w:r>
          </w:p>
        </w:tc>
        <w:tc>
          <w:tcPr>
            <w:tcW w:w="2126" w:type="dxa"/>
            <w:hideMark/>
          </w:tcPr>
          <w:p w14:paraId="791BCB2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zincata ad incasso per gomiti flangiati</w:t>
            </w:r>
          </w:p>
        </w:tc>
        <w:tc>
          <w:tcPr>
            <w:tcW w:w="6232" w:type="dxa"/>
          </w:tcPr>
          <w:p w14:paraId="3A4E7D4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Staffa zincata ad incasso per gomiti flangiati. </w:t>
            </w:r>
          </w:p>
          <w:p w14:paraId="7027DC7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444271E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18009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o equivalente.</w:t>
            </w:r>
          </w:p>
        </w:tc>
      </w:tr>
      <w:tr w:rsidR="002D31FB" w14:paraId="5E3360C7" w14:textId="77777777" w:rsidTr="00844912">
        <w:tc>
          <w:tcPr>
            <w:tcW w:w="1271" w:type="dxa"/>
            <w:hideMark/>
          </w:tcPr>
          <w:p w14:paraId="60A45C1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28101531</w:t>
            </w:r>
          </w:p>
        </w:tc>
        <w:tc>
          <w:tcPr>
            <w:tcW w:w="2126" w:type="dxa"/>
            <w:hideMark/>
          </w:tcPr>
          <w:p w14:paraId="1C6CBDB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piana zincata ad incasso per gomiti flangiati</w:t>
            </w:r>
          </w:p>
        </w:tc>
        <w:tc>
          <w:tcPr>
            <w:tcW w:w="6232" w:type="dxa"/>
          </w:tcPr>
          <w:p w14:paraId="12B6B82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Staffa piana zincata ad incasso per gomiti flangiati. </w:t>
            </w:r>
          </w:p>
          <w:p w14:paraId="06C44DA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Interasse multiplo: 153 mm</w:t>
            </w:r>
          </w:p>
          <w:p w14:paraId="33E38EB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Idonea al fissaggio dei soli gomiti flangiati con base filettata.</w:t>
            </w:r>
          </w:p>
          <w:p w14:paraId="3BE762F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6CC7F1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piana zincata ad incasso per gomiti flangiati o equivalente.</w:t>
            </w:r>
          </w:p>
        </w:tc>
      </w:tr>
      <w:tr w:rsidR="002D31FB" w14:paraId="70A6925F" w14:textId="77777777" w:rsidTr="00844912">
        <w:tc>
          <w:tcPr>
            <w:tcW w:w="1271" w:type="dxa"/>
            <w:hideMark/>
          </w:tcPr>
          <w:p w14:paraId="08BBC4C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28101532</w:t>
            </w:r>
          </w:p>
        </w:tc>
        <w:tc>
          <w:tcPr>
            <w:tcW w:w="2126" w:type="dxa"/>
            <w:hideMark/>
          </w:tcPr>
          <w:p w14:paraId="267833F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Staffa per TEE disassato</w:t>
            </w:r>
          </w:p>
        </w:tc>
        <w:tc>
          <w:tcPr>
            <w:tcW w:w="6232" w:type="dxa"/>
          </w:tcPr>
          <w:p w14:paraId="6C6DB336" w14:textId="30AC2155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Staffa per TEE disassato</w:t>
            </w:r>
            <w:r w:rsidR="00E71D0D">
              <w:rPr>
                <w:rFonts w:ascii="Poppins" w:hAnsi="Poppins" w:cs="Poppins"/>
                <w:sz w:val="20"/>
              </w:rPr>
              <w:t>.</w:t>
            </w:r>
          </w:p>
          <w:p w14:paraId="478118D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A23A6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Staffa per TEE disassato o equivalente.</w:t>
            </w:r>
          </w:p>
        </w:tc>
      </w:tr>
      <w:tr w:rsidR="002D31FB" w14:paraId="211053E3" w14:textId="77777777" w:rsidTr="00844912">
        <w:tc>
          <w:tcPr>
            <w:tcW w:w="1271" w:type="dxa"/>
            <w:hideMark/>
          </w:tcPr>
          <w:p w14:paraId="414A3F5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28090003</w:t>
            </w:r>
          </w:p>
        </w:tc>
        <w:tc>
          <w:tcPr>
            <w:tcW w:w="2126" w:type="dxa"/>
            <w:hideMark/>
          </w:tcPr>
          <w:p w14:paraId="586DF8E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0DF2842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1/2" blu</w:t>
            </w:r>
          </w:p>
        </w:tc>
        <w:tc>
          <w:tcPr>
            <w:tcW w:w="6232" w:type="dxa"/>
          </w:tcPr>
          <w:p w14:paraId="2BC44B3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blu, misura 1/2".</w:t>
            </w:r>
          </w:p>
          <w:p w14:paraId="2485892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1EB0AF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1/2" blu o equivalente.</w:t>
            </w:r>
          </w:p>
        </w:tc>
      </w:tr>
      <w:tr w:rsidR="002D31FB" w14:paraId="61F5E45C" w14:textId="77777777" w:rsidTr="00844912">
        <w:tc>
          <w:tcPr>
            <w:tcW w:w="1271" w:type="dxa"/>
            <w:hideMark/>
          </w:tcPr>
          <w:p w14:paraId="0A6F011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28090004</w:t>
            </w:r>
          </w:p>
        </w:tc>
        <w:tc>
          <w:tcPr>
            <w:tcW w:w="2126" w:type="dxa"/>
            <w:hideMark/>
          </w:tcPr>
          <w:p w14:paraId="5F8A5A4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59B5233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1/2" rosso</w:t>
            </w:r>
          </w:p>
        </w:tc>
        <w:tc>
          <w:tcPr>
            <w:tcW w:w="6232" w:type="dxa"/>
          </w:tcPr>
          <w:p w14:paraId="1515BAC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rosso, misura 1/2".</w:t>
            </w:r>
          </w:p>
          <w:p w14:paraId="7DAAE8B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0AE837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1/2" rosso o equivalente.</w:t>
            </w:r>
          </w:p>
        </w:tc>
      </w:tr>
      <w:tr w:rsidR="002D31FB" w14:paraId="6431110B" w14:textId="77777777" w:rsidTr="00844912">
        <w:tc>
          <w:tcPr>
            <w:tcW w:w="1271" w:type="dxa"/>
            <w:hideMark/>
          </w:tcPr>
          <w:p w14:paraId="31469ADA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28090006</w:t>
            </w:r>
          </w:p>
        </w:tc>
        <w:tc>
          <w:tcPr>
            <w:tcW w:w="2126" w:type="dxa"/>
            <w:hideMark/>
          </w:tcPr>
          <w:p w14:paraId="7CAF799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72D8218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3/4" blu</w:t>
            </w:r>
          </w:p>
        </w:tc>
        <w:tc>
          <w:tcPr>
            <w:tcW w:w="6232" w:type="dxa"/>
          </w:tcPr>
          <w:p w14:paraId="688BB83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blu, misura 3/4".</w:t>
            </w:r>
          </w:p>
          <w:p w14:paraId="53273DB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378967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blu o equivalente.</w:t>
            </w:r>
          </w:p>
        </w:tc>
      </w:tr>
      <w:tr w:rsidR="002D31FB" w14:paraId="00FACCA5" w14:textId="77777777" w:rsidTr="00844912">
        <w:tc>
          <w:tcPr>
            <w:tcW w:w="1271" w:type="dxa"/>
            <w:hideMark/>
          </w:tcPr>
          <w:p w14:paraId="4967CD9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28090008</w:t>
            </w:r>
          </w:p>
        </w:tc>
        <w:tc>
          <w:tcPr>
            <w:tcW w:w="2126" w:type="dxa"/>
            <w:hideMark/>
          </w:tcPr>
          <w:p w14:paraId="2E4686E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62B2011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3/4" rosso</w:t>
            </w:r>
          </w:p>
        </w:tc>
        <w:tc>
          <w:tcPr>
            <w:tcW w:w="6232" w:type="dxa"/>
          </w:tcPr>
          <w:p w14:paraId="61E1B46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con o-ring di colore rosso, misura 3/4".</w:t>
            </w:r>
          </w:p>
          <w:p w14:paraId="2AD227A9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B48553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rosso o equivalente.</w:t>
            </w:r>
          </w:p>
        </w:tc>
      </w:tr>
      <w:tr w:rsidR="002D31FB" w14:paraId="33E95255" w14:textId="77777777" w:rsidTr="00844912">
        <w:tc>
          <w:tcPr>
            <w:tcW w:w="1271" w:type="dxa"/>
            <w:hideMark/>
          </w:tcPr>
          <w:p w14:paraId="3089945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28101846</w:t>
            </w:r>
          </w:p>
        </w:tc>
        <w:tc>
          <w:tcPr>
            <w:tcW w:w="2126" w:type="dxa"/>
            <w:hideMark/>
          </w:tcPr>
          <w:p w14:paraId="290D4CAA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7E42E06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232" w:type="dxa"/>
          </w:tcPr>
          <w:p w14:paraId="66A87C7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per tubo multistrato con valvola di sfiato fornita di serie, misura 16 x 2.</w:t>
            </w:r>
          </w:p>
          <w:p w14:paraId="68BADE2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3EA707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16 x 2 o equivalente.</w:t>
            </w:r>
          </w:p>
        </w:tc>
      </w:tr>
      <w:tr w:rsidR="002D31FB" w14:paraId="399B535C" w14:textId="77777777" w:rsidTr="00844912">
        <w:tc>
          <w:tcPr>
            <w:tcW w:w="1271" w:type="dxa"/>
            <w:hideMark/>
          </w:tcPr>
          <w:p w14:paraId="19085D3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28101848</w:t>
            </w:r>
          </w:p>
        </w:tc>
        <w:tc>
          <w:tcPr>
            <w:tcW w:w="2126" w:type="dxa"/>
            <w:hideMark/>
          </w:tcPr>
          <w:p w14:paraId="70EC2A9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2F2AE47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232" w:type="dxa"/>
          </w:tcPr>
          <w:p w14:paraId="1B8C25D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Tappo di prova impianto per tubo multistrato con valvola di sfiato fornita di serie, misura 20 x 2.</w:t>
            </w:r>
          </w:p>
          <w:p w14:paraId="6A93825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7FB2A8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20 x 2 o equivalente.</w:t>
            </w:r>
          </w:p>
        </w:tc>
      </w:tr>
      <w:tr w:rsidR="002D31FB" w14:paraId="5EA02C81" w14:textId="77777777" w:rsidTr="00844912">
        <w:tc>
          <w:tcPr>
            <w:tcW w:w="1271" w:type="dxa"/>
            <w:hideMark/>
          </w:tcPr>
          <w:p w14:paraId="16D9D3D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13010010</w:t>
            </w:r>
          </w:p>
        </w:tc>
        <w:tc>
          <w:tcPr>
            <w:tcW w:w="2126" w:type="dxa"/>
          </w:tcPr>
          <w:p w14:paraId="3DA12D7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Scatola ad incasso per gomiti flangiati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6B59C47B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232" w:type="dxa"/>
          </w:tcPr>
          <w:p w14:paraId="6DD3A0D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Scatola ad incasso per gomiti flangiati, idonea per l’installazione di gomiti flangiati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>.</w:t>
            </w:r>
          </w:p>
          <w:p w14:paraId="6ACF13A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530DD22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Scatola ad incasso per gomiti flangiati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D31FB" w14:paraId="32686FBD" w14:textId="77777777" w:rsidTr="00844912">
        <w:tc>
          <w:tcPr>
            <w:tcW w:w="1271" w:type="dxa"/>
            <w:hideMark/>
          </w:tcPr>
          <w:p w14:paraId="098EDFFE" w14:textId="57F6468B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2810098</w:t>
            </w:r>
            <w:r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2126" w:type="dxa"/>
            <w:hideMark/>
          </w:tcPr>
          <w:p w14:paraId="4933C327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Gruppo vitone da 3/4" con canotto cieco</w:t>
            </w:r>
          </w:p>
        </w:tc>
        <w:tc>
          <w:tcPr>
            <w:tcW w:w="6232" w:type="dxa"/>
          </w:tcPr>
          <w:p w14:paraId="61D28BA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Gruppo vitone con canotto cieco, misura 3/4".</w:t>
            </w:r>
          </w:p>
          <w:p w14:paraId="65437ED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67139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Gruppo vitone da 3/4" con canotto cieco o equivalente.</w:t>
            </w:r>
          </w:p>
        </w:tc>
      </w:tr>
      <w:tr w:rsidR="002D31FB" w14:paraId="12DF31B2" w14:textId="77777777" w:rsidTr="00844912">
        <w:tc>
          <w:tcPr>
            <w:tcW w:w="1271" w:type="dxa"/>
            <w:hideMark/>
          </w:tcPr>
          <w:p w14:paraId="6B93693E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28100982</w:t>
            </w:r>
          </w:p>
        </w:tc>
        <w:tc>
          <w:tcPr>
            <w:tcW w:w="2126" w:type="dxa"/>
          </w:tcPr>
          <w:p w14:paraId="11396996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con volantino e rosone</w:t>
            </w:r>
          </w:p>
          <w:p w14:paraId="62944EE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232" w:type="dxa"/>
          </w:tcPr>
          <w:p w14:paraId="6EA48CB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con volantino e rosone, misura 3/4".</w:t>
            </w:r>
          </w:p>
          <w:p w14:paraId="39B8737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433AF9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con volantino e rosone</w:t>
            </w:r>
          </w:p>
          <w:p w14:paraId="7DE3451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D31FB" w14:paraId="2ACA24F8" w14:textId="77777777" w:rsidTr="00844912">
        <w:tc>
          <w:tcPr>
            <w:tcW w:w="1271" w:type="dxa"/>
            <w:hideMark/>
          </w:tcPr>
          <w:p w14:paraId="17822A25" w14:textId="78A6AAA3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9000817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126" w:type="dxa"/>
            <w:hideMark/>
          </w:tcPr>
          <w:p w14:paraId="779794EC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prolungato di 20 mm per gruppo vitone con canotto cieco</w:t>
            </w:r>
          </w:p>
        </w:tc>
        <w:tc>
          <w:tcPr>
            <w:tcW w:w="6232" w:type="dxa"/>
          </w:tcPr>
          <w:p w14:paraId="0D39068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prolungato di 20 mm per gruppo vitone con canotto cieco, misura 3/4".</w:t>
            </w:r>
          </w:p>
          <w:p w14:paraId="5FBBB544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25DE33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canotto cieco o equivalente.</w:t>
            </w:r>
          </w:p>
        </w:tc>
      </w:tr>
      <w:tr w:rsidR="002D31FB" w14:paraId="3C98F6A9" w14:textId="77777777" w:rsidTr="00844912">
        <w:tc>
          <w:tcPr>
            <w:tcW w:w="1271" w:type="dxa"/>
            <w:hideMark/>
          </w:tcPr>
          <w:p w14:paraId="27F8FACA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90008180</w:t>
            </w:r>
          </w:p>
        </w:tc>
        <w:tc>
          <w:tcPr>
            <w:tcW w:w="2126" w:type="dxa"/>
            <w:hideMark/>
          </w:tcPr>
          <w:p w14:paraId="15B9CFCF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Vitone da 3/4" prolungato di 20 mm per gruppo vitone con volantino e rosone</w:t>
            </w:r>
          </w:p>
        </w:tc>
        <w:tc>
          <w:tcPr>
            <w:tcW w:w="6232" w:type="dxa"/>
          </w:tcPr>
          <w:p w14:paraId="1465E31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Vitone prolungato di 20 mm per gruppo vitone con volantino e rosone, misura 3/4".</w:t>
            </w:r>
          </w:p>
          <w:p w14:paraId="23C48C65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4ABF48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volantino e rosone o equivalente.</w:t>
            </w:r>
          </w:p>
        </w:tc>
      </w:tr>
      <w:tr w:rsidR="002D31FB" w14:paraId="73462558" w14:textId="77777777" w:rsidTr="00844912">
        <w:tc>
          <w:tcPr>
            <w:tcW w:w="1271" w:type="dxa"/>
            <w:hideMark/>
          </w:tcPr>
          <w:p w14:paraId="533B9280" w14:textId="34AA4358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9000801</w:t>
            </w:r>
            <w:r w:rsidR="00965F85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126" w:type="dxa"/>
            <w:hideMark/>
          </w:tcPr>
          <w:p w14:paraId="2F7021E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Guarnizione per otturatore vitone</w:t>
            </w:r>
          </w:p>
        </w:tc>
        <w:tc>
          <w:tcPr>
            <w:tcW w:w="6232" w:type="dxa"/>
          </w:tcPr>
          <w:p w14:paraId="7BD24A60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Guarnizione di ricambio sferica per otturatore vitone</w:t>
            </w:r>
          </w:p>
          <w:p w14:paraId="4D7C3771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67B98D" w14:textId="77777777" w:rsidR="002D31FB" w:rsidRPr="00844912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Guarnizione per otturatore vitone o equivalente.</w:t>
            </w:r>
          </w:p>
        </w:tc>
      </w:tr>
      <w:tr w:rsidR="002D31FB" w14:paraId="1BE297BC" w14:textId="77777777" w:rsidTr="00844912">
        <w:tc>
          <w:tcPr>
            <w:tcW w:w="1271" w:type="dxa"/>
          </w:tcPr>
          <w:p w14:paraId="685939DB" w14:textId="48F60D61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90008194</w:t>
            </w:r>
          </w:p>
        </w:tc>
        <w:tc>
          <w:tcPr>
            <w:tcW w:w="2126" w:type="dxa"/>
          </w:tcPr>
          <w:p w14:paraId="420D6977" w14:textId="1672E8E4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Set 10 maniglie a farfalla x vitone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</w:tc>
        <w:tc>
          <w:tcPr>
            <w:tcW w:w="6232" w:type="dxa"/>
          </w:tcPr>
          <w:p w14:paraId="0D3CD70F" w14:textId="77777777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a farfalla in plastica per Gruppo vitone 3/4” cannotto cieco.</w:t>
            </w:r>
          </w:p>
          <w:p w14:paraId="1AC5D927" w14:textId="77777777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793CB15" w14:textId="3A1CCA7F" w:rsidR="002D31FB" w:rsidRPr="000C35D8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Marca Emmeti – Modello Set 10 maniglie a farfalla x vitone </w:t>
            </w:r>
            <w:proofErr w:type="spellStart"/>
            <w:r w:rsidRPr="000C35D8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D31FB" w14:paraId="15BFB32B" w14:textId="77777777" w:rsidTr="00844912">
        <w:tc>
          <w:tcPr>
            <w:tcW w:w="1271" w:type="dxa"/>
          </w:tcPr>
          <w:p w14:paraId="15D8E9E2" w14:textId="62081CF5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90008192</w:t>
            </w:r>
          </w:p>
        </w:tc>
        <w:tc>
          <w:tcPr>
            <w:tcW w:w="2126" w:type="dxa"/>
          </w:tcPr>
          <w:p w14:paraId="3D914856" w14:textId="71E01506" w:rsidR="002D31FB" w:rsidRPr="00844912" w:rsidRDefault="002D31FB" w:rsidP="002D31F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Set 10 maniglie in ottone x vitone sotto intonaco</w:t>
            </w:r>
          </w:p>
        </w:tc>
        <w:tc>
          <w:tcPr>
            <w:tcW w:w="6232" w:type="dxa"/>
          </w:tcPr>
          <w:p w14:paraId="7AC46E1F" w14:textId="12416F5B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in ottone per Gruppo vitone 3/4” cannotto cieco.</w:t>
            </w:r>
          </w:p>
          <w:p w14:paraId="5CC1995D" w14:textId="77777777" w:rsidR="002D31FB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90DECA" w14:textId="250DB9C0" w:rsidR="002D31FB" w:rsidRPr="000C35D8" w:rsidRDefault="002D31FB" w:rsidP="002D31F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Marca Emmeti – Modello Set 10 maniglie in ottone x vitone </w:t>
            </w:r>
            <w:proofErr w:type="spellStart"/>
            <w:r w:rsidRPr="000C35D8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1D95F" w14:textId="77777777" w:rsidR="008513E0" w:rsidRDefault="008513E0">
      <w:r>
        <w:separator/>
      </w:r>
    </w:p>
  </w:endnote>
  <w:endnote w:type="continuationSeparator" w:id="0">
    <w:p w14:paraId="493DCE79" w14:textId="77777777" w:rsidR="008513E0" w:rsidRDefault="0085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C1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706FD">
      <w:tc>
        <w:tcPr>
          <w:tcW w:w="4534" w:type="dxa"/>
        </w:tcPr>
        <w:p w14:paraId="7D56B414" w14:textId="63200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6B62">
            <w:rPr>
              <w:rFonts w:ascii="Poppins" w:hAnsi="Poppins" w:cs="Poppins"/>
              <w:iCs/>
              <w:noProof/>
              <w:sz w:val="16"/>
            </w:rPr>
            <w:t>Raccordi a pressare Gerpex per acqua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2474F3E" w14:textId="714BDCD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1596F">
            <w:rPr>
              <w:rFonts w:ascii="Poppins" w:hAnsi="Poppins" w:cs="Poppins"/>
              <w:noProof/>
              <w:sz w:val="14"/>
              <w:szCs w:val="14"/>
            </w:rPr>
            <w:t>30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FDD9" w14:textId="77777777" w:rsidR="008513E0" w:rsidRDefault="008513E0">
      <w:r>
        <w:separator/>
      </w:r>
    </w:p>
  </w:footnote>
  <w:footnote w:type="continuationSeparator" w:id="0">
    <w:p w14:paraId="29065175" w14:textId="77777777" w:rsidR="008513E0" w:rsidRDefault="00851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A74FA"/>
    <w:multiLevelType w:val="hybridMultilevel"/>
    <w:tmpl w:val="BFA46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B44"/>
    <w:multiLevelType w:val="hybridMultilevel"/>
    <w:tmpl w:val="ABC65AB0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4"/>
  </w:num>
  <w:num w:numId="2" w16cid:durableId="1935550686">
    <w:abstractNumId w:val="13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6"/>
  </w:num>
  <w:num w:numId="12" w16cid:durableId="272985096">
    <w:abstractNumId w:val="19"/>
  </w:num>
  <w:num w:numId="13" w16cid:durableId="621040654">
    <w:abstractNumId w:val="15"/>
  </w:num>
  <w:num w:numId="14" w16cid:durableId="554858760">
    <w:abstractNumId w:val="8"/>
  </w:num>
  <w:num w:numId="15" w16cid:durableId="1194150825">
    <w:abstractNumId w:val="17"/>
  </w:num>
  <w:num w:numId="16" w16cid:durableId="2001348075">
    <w:abstractNumId w:val="21"/>
  </w:num>
  <w:num w:numId="17" w16cid:durableId="296691571">
    <w:abstractNumId w:val="22"/>
  </w:num>
  <w:num w:numId="18" w16cid:durableId="1644429566">
    <w:abstractNumId w:val="18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5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  <w:num w:numId="26" w16cid:durableId="334190779">
    <w:abstractNumId w:val="12"/>
  </w:num>
  <w:num w:numId="27" w16cid:durableId="11610392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162E1"/>
    <w:rsid w:val="00046DB3"/>
    <w:rsid w:val="0005780A"/>
    <w:rsid w:val="00061D35"/>
    <w:rsid w:val="0006357A"/>
    <w:rsid w:val="000726B9"/>
    <w:rsid w:val="0009136B"/>
    <w:rsid w:val="00091571"/>
    <w:rsid w:val="000A304B"/>
    <w:rsid w:val="000A5251"/>
    <w:rsid w:val="000B6932"/>
    <w:rsid w:val="000C1D3B"/>
    <w:rsid w:val="000C2346"/>
    <w:rsid w:val="000C35D8"/>
    <w:rsid w:val="000C52FA"/>
    <w:rsid w:val="000D598D"/>
    <w:rsid w:val="000E0FFA"/>
    <w:rsid w:val="000F7A52"/>
    <w:rsid w:val="00103A0D"/>
    <w:rsid w:val="001055CB"/>
    <w:rsid w:val="00111DDB"/>
    <w:rsid w:val="001132F8"/>
    <w:rsid w:val="00117FD5"/>
    <w:rsid w:val="0013373A"/>
    <w:rsid w:val="001441C6"/>
    <w:rsid w:val="001450AB"/>
    <w:rsid w:val="00153081"/>
    <w:rsid w:val="001620E3"/>
    <w:rsid w:val="00163808"/>
    <w:rsid w:val="001659EE"/>
    <w:rsid w:val="00171DAE"/>
    <w:rsid w:val="0019064A"/>
    <w:rsid w:val="0019128E"/>
    <w:rsid w:val="00195A49"/>
    <w:rsid w:val="001B1591"/>
    <w:rsid w:val="001B1A94"/>
    <w:rsid w:val="001C18D4"/>
    <w:rsid w:val="001C6FFE"/>
    <w:rsid w:val="001D365F"/>
    <w:rsid w:val="001E2CC3"/>
    <w:rsid w:val="001F17CE"/>
    <w:rsid w:val="001F782F"/>
    <w:rsid w:val="00200FF7"/>
    <w:rsid w:val="00202E21"/>
    <w:rsid w:val="002161C0"/>
    <w:rsid w:val="0021653D"/>
    <w:rsid w:val="00227159"/>
    <w:rsid w:val="0023000E"/>
    <w:rsid w:val="002346C2"/>
    <w:rsid w:val="00252B6A"/>
    <w:rsid w:val="0025303C"/>
    <w:rsid w:val="00255BCB"/>
    <w:rsid w:val="00264BCF"/>
    <w:rsid w:val="00283F91"/>
    <w:rsid w:val="0028448D"/>
    <w:rsid w:val="002862D2"/>
    <w:rsid w:val="002873A2"/>
    <w:rsid w:val="0029277E"/>
    <w:rsid w:val="00292CE4"/>
    <w:rsid w:val="002A24F2"/>
    <w:rsid w:val="002A416C"/>
    <w:rsid w:val="002A5F02"/>
    <w:rsid w:val="002A6E11"/>
    <w:rsid w:val="002B5D63"/>
    <w:rsid w:val="002C19F6"/>
    <w:rsid w:val="002D31FB"/>
    <w:rsid w:val="002F5370"/>
    <w:rsid w:val="002F7EEA"/>
    <w:rsid w:val="0030385A"/>
    <w:rsid w:val="00304518"/>
    <w:rsid w:val="00312050"/>
    <w:rsid w:val="0031596F"/>
    <w:rsid w:val="00315B54"/>
    <w:rsid w:val="00325391"/>
    <w:rsid w:val="0032788C"/>
    <w:rsid w:val="003333BC"/>
    <w:rsid w:val="0033660F"/>
    <w:rsid w:val="00337CB8"/>
    <w:rsid w:val="003427A9"/>
    <w:rsid w:val="00344430"/>
    <w:rsid w:val="003524C7"/>
    <w:rsid w:val="003559CF"/>
    <w:rsid w:val="00357812"/>
    <w:rsid w:val="00365710"/>
    <w:rsid w:val="00372ECE"/>
    <w:rsid w:val="00374528"/>
    <w:rsid w:val="0037588F"/>
    <w:rsid w:val="00377C89"/>
    <w:rsid w:val="00393309"/>
    <w:rsid w:val="003A7CA9"/>
    <w:rsid w:val="003C363D"/>
    <w:rsid w:val="003C527C"/>
    <w:rsid w:val="003C7AE1"/>
    <w:rsid w:val="003D063F"/>
    <w:rsid w:val="003D16B0"/>
    <w:rsid w:val="003D55CB"/>
    <w:rsid w:val="003E3BD7"/>
    <w:rsid w:val="004014BC"/>
    <w:rsid w:val="004050FA"/>
    <w:rsid w:val="00410334"/>
    <w:rsid w:val="00412E85"/>
    <w:rsid w:val="004130A2"/>
    <w:rsid w:val="004167C9"/>
    <w:rsid w:val="00417AF4"/>
    <w:rsid w:val="00426488"/>
    <w:rsid w:val="004272FC"/>
    <w:rsid w:val="00433C12"/>
    <w:rsid w:val="0043584B"/>
    <w:rsid w:val="0044592F"/>
    <w:rsid w:val="00447EFC"/>
    <w:rsid w:val="004633C8"/>
    <w:rsid w:val="00465759"/>
    <w:rsid w:val="004706FD"/>
    <w:rsid w:val="00474537"/>
    <w:rsid w:val="00481819"/>
    <w:rsid w:val="004837C1"/>
    <w:rsid w:val="0048382E"/>
    <w:rsid w:val="004879BD"/>
    <w:rsid w:val="00493204"/>
    <w:rsid w:val="004A7A71"/>
    <w:rsid w:val="004D6D47"/>
    <w:rsid w:val="004E0D75"/>
    <w:rsid w:val="004F1A26"/>
    <w:rsid w:val="005019D5"/>
    <w:rsid w:val="00512AF1"/>
    <w:rsid w:val="005153DA"/>
    <w:rsid w:val="005211E9"/>
    <w:rsid w:val="005235FA"/>
    <w:rsid w:val="00523B3E"/>
    <w:rsid w:val="00523B50"/>
    <w:rsid w:val="005244B8"/>
    <w:rsid w:val="005259FE"/>
    <w:rsid w:val="00525BAE"/>
    <w:rsid w:val="00530F9B"/>
    <w:rsid w:val="005315F1"/>
    <w:rsid w:val="00536743"/>
    <w:rsid w:val="005521F0"/>
    <w:rsid w:val="00562838"/>
    <w:rsid w:val="00562E55"/>
    <w:rsid w:val="00570FE9"/>
    <w:rsid w:val="00584984"/>
    <w:rsid w:val="005877A6"/>
    <w:rsid w:val="00597702"/>
    <w:rsid w:val="005A24B5"/>
    <w:rsid w:val="005C61B9"/>
    <w:rsid w:val="005E1169"/>
    <w:rsid w:val="005E28E7"/>
    <w:rsid w:val="006008B6"/>
    <w:rsid w:val="006015C2"/>
    <w:rsid w:val="006040F5"/>
    <w:rsid w:val="00605AB6"/>
    <w:rsid w:val="00610639"/>
    <w:rsid w:val="00620C00"/>
    <w:rsid w:val="00640F22"/>
    <w:rsid w:val="00664AB8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D647F"/>
    <w:rsid w:val="006E2475"/>
    <w:rsid w:val="006E5C4B"/>
    <w:rsid w:val="006F1812"/>
    <w:rsid w:val="006F6AB3"/>
    <w:rsid w:val="00710BB8"/>
    <w:rsid w:val="00712B90"/>
    <w:rsid w:val="00727388"/>
    <w:rsid w:val="0073789C"/>
    <w:rsid w:val="00741AB7"/>
    <w:rsid w:val="00742A55"/>
    <w:rsid w:val="00745AB1"/>
    <w:rsid w:val="0074712F"/>
    <w:rsid w:val="00747A89"/>
    <w:rsid w:val="00757AC7"/>
    <w:rsid w:val="00760836"/>
    <w:rsid w:val="0076651B"/>
    <w:rsid w:val="0077170A"/>
    <w:rsid w:val="007753FD"/>
    <w:rsid w:val="00775CF3"/>
    <w:rsid w:val="00780BC1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7F4B8B"/>
    <w:rsid w:val="008014DD"/>
    <w:rsid w:val="00801AD3"/>
    <w:rsid w:val="0080323F"/>
    <w:rsid w:val="008132CF"/>
    <w:rsid w:val="00830828"/>
    <w:rsid w:val="00844912"/>
    <w:rsid w:val="00844BBC"/>
    <w:rsid w:val="0084691D"/>
    <w:rsid w:val="008513E0"/>
    <w:rsid w:val="00853BC4"/>
    <w:rsid w:val="00856CB5"/>
    <w:rsid w:val="008574C8"/>
    <w:rsid w:val="00867692"/>
    <w:rsid w:val="008715C1"/>
    <w:rsid w:val="00875BBB"/>
    <w:rsid w:val="008804CB"/>
    <w:rsid w:val="008859C6"/>
    <w:rsid w:val="0089630E"/>
    <w:rsid w:val="00896CF5"/>
    <w:rsid w:val="008A2C0A"/>
    <w:rsid w:val="008A4B23"/>
    <w:rsid w:val="008A5F06"/>
    <w:rsid w:val="008B5587"/>
    <w:rsid w:val="008B6305"/>
    <w:rsid w:val="008C2F88"/>
    <w:rsid w:val="008C4EBD"/>
    <w:rsid w:val="008C59E2"/>
    <w:rsid w:val="008D4AFD"/>
    <w:rsid w:val="008D5B7A"/>
    <w:rsid w:val="008D7A81"/>
    <w:rsid w:val="008F2289"/>
    <w:rsid w:val="008F295B"/>
    <w:rsid w:val="008F5291"/>
    <w:rsid w:val="00904071"/>
    <w:rsid w:val="00904D36"/>
    <w:rsid w:val="009059BB"/>
    <w:rsid w:val="00923354"/>
    <w:rsid w:val="00931A8A"/>
    <w:rsid w:val="009340FF"/>
    <w:rsid w:val="0094047C"/>
    <w:rsid w:val="00942B09"/>
    <w:rsid w:val="00965F85"/>
    <w:rsid w:val="00971F38"/>
    <w:rsid w:val="009738CB"/>
    <w:rsid w:val="00985D5F"/>
    <w:rsid w:val="00992282"/>
    <w:rsid w:val="0099452E"/>
    <w:rsid w:val="009A219D"/>
    <w:rsid w:val="009A7E3C"/>
    <w:rsid w:val="009B0B8A"/>
    <w:rsid w:val="009B269D"/>
    <w:rsid w:val="009B37F1"/>
    <w:rsid w:val="009C0751"/>
    <w:rsid w:val="009C1166"/>
    <w:rsid w:val="009C7C32"/>
    <w:rsid w:val="009D3135"/>
    <w:rsid w:val="009D51C1"/>
    <w:rsid w:val="009D54F1"/>
    <w:rsid w:val="009D6327"/>
    <w:rsid w:val="009E07DC"/>
    <w:rsid w:val="009E250A"/>
    <w:rsid w:val="009E2742"/>
    <w:rsid w:val="009F5DCA"/>
    <w:rsid w:val="00A04235"/>
    <w:rsid w:val="00A06A5E"/>
    <w:rsid w:val="00A0793E"/>
    <w:rsid w:val="00A10C27"/>
    <w:rsid w:val="00A132C6"/>
    <w:rsid w:val="00A216E2"/>
    <w:rsid w:val="00A41202"/>
    <w:rsid w:val="00A50DCA"/>
    <w:rsid w:val="00A62A77"/>
    <w:rsid w:val="00A62B3D"/>
    <w:rsid w:val="00A71AC7"/>
    <w:rsid w:val="00A743FF"/>
    <w:rsid w:val="00A775BC"/>
    <w:rsid w:val="00A821BB"/>
    <w:rsid w:val="00AC0741"/>
    <w:rsid w:val="00AC44D4"/>
    <w:rsid w:val="00AC648D"/>
    <w:rsid w:val="00AD05EC"/>
    <w:rsid w:val="00AD1706"/>
    <w:rsid w:val="00AD34CF"/>
    <w:rsid w:val="00AD6F59"/>
    <w:rsid w:val="00AF2EA7"/>
    <w:rsid w:val="00B310A9"/>
    <w:rsid w:val="00B406A9"/>
    <w:rsid w:val="00B40BE4"/>
    <w:rsid w:val="00B6418B"/>
    <w:rsid w:val="00B66E62"/>
    <w:rsid w:val="00B716DE"/>
    <w:rsid w:val="00B7475F"/>
    <w:rsid w:val="00B93CD1"/>
    <w:rsid w:val="00BA4618"/>
    <w:rsid w:val="00BB0104"/>
    <w:rsid w:val="00BB2A5B"/>
    <w:rsid w:val="00BB59B5"/>
    <w:rsid w:val="00BB5C8D"/>
    <w:rsid w:val="00BC1684"/>
    <w:rsid w:val="00BD08D9"/>
    <w:rsid w:val="00BD14D8"/>
    <w:rsid w:val="00BE2944"/>
    <w:rsid w:val="00BF1E16"/>
    <w:rsid w:val="00BF3229"/>
    <w:rsid w:val="00C02E1C"/>
    <w:rsid w:val="00C055AD"/>
    <w:rsid w:val="00C203AE"/>
    <w:rsid w:val="00C233C1"/>
    <w:rsid w:val="00C23A41"/>
    <w:rsid w:val="00C25698"/>
    <w:rsid w:val="00C25ECC"/>
    <w:rsid w:val="00C27DFF"/>
    <w:rsid w:val="00C36C55"/>
    <w:rsid w:val="00C437EE"/>
    <w:rsid w:val="00C46DAD"/>
    <w:rsid w:val="00C474A7"/>
    <w:rsid w:val="00C55008"/>
    <w:rsid w:val="00C55FF9"/>
    <w:rsid w:val="00C86331"/>
    <w:rsid w:val="00C93402"/>
    <w:rsid w:val="00CA454E"/>
    <w:rsid w:val="00CB1475"/>
    <w:rsid w:val="00CC31A7"/>
    <w:rsid w:val="00CC4C62"/>
    <w:rsid w:val="00CE7C2F"/>
    <w:rsid w:val="00CF2AC9"/>
    <w:rsid w:val="00CF683A"/>
    <w:rsid w:val="00D02F8C"/>
    <w:rsid w:val="00D061A5"/>
    <w:rsid w:val="00D079CB"/>
    <w:rsid w:val="00D178ED"/>
    <w:rsid w:val="00D17F30"/>
    <w:rsid w:val="00D2119B"/>
    <w:rsid w:val="00D229AF"/>
    <w:rsid w:val="00D24AAA"/>
    <w:rsid w:val="00D26FD9"/>
    <w:rsid w:val="00D440AE"/>
    <w:rsid w:val="00D45884"/>
    <w:rsid w:val="00D57776"/>
    <w:rsid w:val="00D62BDF"/>
    <w:rsid w:val="00D72974"/>
    <w:rsid w:val="00D733A7"/>
    <w:rsid w:val="00D75397"/>
    <w:rsid w:val="00D832BB"/>
    <w:rsid w:val="00D902A4"/>
    <w:rsid w:val="00D96008"/>
    <w:rsid w:val="00DA20FF"/>
    <w:rsid w:val="00DA3646"/>
    <w:rsid w:val="00DB1C8D"/>
    <w:rsid w:val="00DB5ECB"/>
    <w:rsid w:val="00DC5038"/>
    <w:rsid w:val="00DD2E16"/>
    <w:rsid w:val="00DD6B8F"/>
    <w:rsid w:val="00DE5C0B"/>
    <w:rsid w:val="00DF4EBE"/>
    <w:rsid w:val="00DF6451"/>
    <w:rsid w:val="00E06B62"/>
    <w:rsid w:val="00E07577"/>
    <w:rsid w:val="00E17A38"/>
    <w:rsid w:val="00E235E4"/>
    <w:rsid w:val="00E2669C"/>
    <w:rsid w:val="00E36C49"/>
    <w:rsid w:val="00E42389"/>
    <w:rsid w:val="00E47267"/>
    <w:rsid w:val="00E5398B"/>
    <w:rsid w:val="00E5632D"/>
    <w:rsid w:val="00E60AE4"/>
    <w:rsid w:val="00E67951"/>
    <w:rsid w:val="00E71D0D"/>
    <w:rsid w:val="00E774DD"/>
    <w:rsid w:val="00E94BE3"/>
    <w:rsid w:val="00EA01C8"/>
    <w:rsid w:val="00EA03F2"/>
    <w:rsid w:val="00EA1FEE"/>
    <w:rsid w:val="00EB33B9"/>
    <w:rsid w:val="00EC29FF"/>
    <w:rsid w:val="00EC5114"/>
    <w:rsid w:val="00ED24CF"/>
    <w:rsid w:val="00EF73E5"/>
    <w:rsid w:val="00F1215F"/>
    <w:rsid w:val="00F12FCB"/>
    <w:rsid w:val="00F269EC"/>
    <w:rsid w:val="00F372A1"/>
    <w:rsid w:val="00F37707"/>
    <w:rsid w:val="00F42568"/>
    <w:rsid w:val="00F46679"/>
    <w:rsid w:val="00F50021"/>
    <w:rsid w:val="00F50F65"/>
    <w:rsid w:val="00F53758"/>
    <w:rsid w:val="00F60A08"/>
    <w:rsid w:val="00F67365"/>
    <w:rsid w:val="00F67DDE"/>
    <w:rsid w:val="00F77C29"/>
    <w:rsid w:val="00FB1233"/>
    <w:rsid w:val="00FB6DFD"/>
    <w:rsid w:val="00FC0F49"/>
    <w:rsid w:val="00FC3879"/>
    <w:rsid w:val="00FD255D"/>
    <w:rsid w:val="00FD395C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30</Pages>
  <Words>8025</Words>
  <Characters>37732</Characters>
  <Application>Microsoft Office Word</Application>
  <DocSecurity>0</DocSecurity>
  <Lines>314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45666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49</cp:revision>
  <cp:lastPrinted>2013-11-14T13:48:00Z</cp:lastPrinted>
  <dcterms:created xsi:type="dcterms:W3CDTF">2025-01-14T10:06:00Z</dcterms:created>
  <dcterms:modified xsi:type="dcterms:W3CDTF">2025-01-14T10:59:00Z</dcterms:modified>
</cp:coreProperties>
</file>